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B77CD" w14:textId="36A90FDF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5F41B9">
        <w:rPr>
          <w:rFonts w:ascii="Corbel" w:hAnsi="Corbel"/>
          <w:bCs/>
          <w:i/>
        </w:rPr>
        <w:t>61/2025</w:t>
      </w:r>
    </w:p>
    <w:p w14:paraId="25AFA3F4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E318F1F" w14:textId="5D73116B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9F67ED" w:rsidRPr="009F67ED">
        <w:rPr>
          <w:rFonts w:ascii="Corbel" w:hAnsi="Corbel"/>
          <w:b/>
          <w:smallCaps/>
          <w:sz w:val="24"/>
          <w:szCs w:val="24"/>
        </w:rPr>
        <w:t>2025/2026</w:t>
      </w:r>
      <w:r w:rsidR="00016182">
        <w:rPr>
          <w:rFonts w:ascii="Corbel" w:hAnsi="Corbel"/>
          <w:b/>
          <w:smallCaps/>
          <w:sz w:val="24"/>
          <w:szCs w:val="24"/>
        </w:rPr>
        <w:t xml:space="preserve"> </w:t>
      </w:r>
      <w:r w:rsidR="009F67ED" w:rsidRPr="009F67ED">
        <w:rPr>
          <w:rFonts w:ascii="Corbel" w:hAnsi="Corbel"/>
          <w:b/>
          <w:smallCaps/>
          <w:sz w:val="24"/>
          <w:szCs w:val="24"/>
        </w:rPr>
        <w:t>-</w:t>
      </w:r>
      <w:r w:rsidR="00016182">
        <w:rPr>
          <w:rFonts w:ascii="Corbel" w:hAnsi="Corbel"/>
          <w:b/>
          <w:smallCaps/>
          <w:sz w:val="24"/>
          <w:szCs w:val="24"/>
        </w:rPr>
        <w:t xml:space="preserve"> </w:t>
      </w:r>
      <w:r w:rsidR="009F67ED" w:rsidRPr="009F67ED">
        <w:rPr>
          <w:rFonts w:ascii="Corbel" w:hAnsi="Corbel"/>
          <w:b/>
          <w:smallCaps/>
          <w:sz w:val="24"/>
          <w:szCs w:val="24"/>
        </w:rPr>
        <w:t>2029/2030</w:t>
      </w:r>
    </w:p>
    <w:p w14:paraId="2E4C7D0B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4765CE3C" w14:textId="02020000" w:rsidR="00445970" w:rsidRPr="009F67ED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016182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 xml:space="preserve">Rok </w:t>
      </w:r>
      <w:r w:rsidRPr="009F67ED">
        <w:rPr>
          <w:rFonts w:ascii="Corbel" w:hAnsi="Corbel"/>
          <w:sz w:val="20"/>
          <w:szCs w:val="20"/>
        </w:rPr>
        <w:t xml:space="preserve">akademicki   </w:t>
      </w:r>
      <w:r w:rsidR="009F67ED" w:rsidRPr="009F67ED">
        <w:rPr>
          <w:rFonts w:ascii="Corbel" w:hAnsi="Corbel"/>
          <w:sz w:val="20"/>
          <w:szCs w:val="20"/>
        </w:rPr>
        <w:t>202</w:t>
      </w:r>
      <w:r w:rsidR="00016182">
        <w:rPr>
          <w:rFonts w:ascii="Corbel" w:hAnsi="Corbel"/>
          <w:sz w:val="20"/>
          <w:szCs w:val="20"/>
        </w:rPr>
        <w:t>9</w:t>
      </w:r>
      <w:r w:rsidR="00046382">
        <w:rPr>
          <w:rFonts w:ascii="Corbel" w:hAnsi="Corbel"/>
          <w:sz w:val="20"/>
          <w:szCs w:val="20"/>
        </w:rPr>
        <w:t>/20</w:t>
      </w:r>
      <w:r w:rsidR="00016182">
        <w:rPr>
          <w:rFonts w:ascii="Corbel" w:hAnsi="Corbel"/>
          <w:sz w:val="20"/>
          <w:szCs w:val="20"/>
        </w:rPr>
        <w:t>30</w:t>
      </w:r>
    </w:p>
    <w:p w14:paraId="27A5B954" w14:textId="77777777" w:rsidR="0085747A" w:rsidRPr="009F67E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C383B7" w14:textId="77777777" w:rsidR="0085747A" w:rsidRPr="009F67E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F67ED">
        <w:rPr>
          <w:rFonts w:ascii="Corbel" w:hAnsi="Corbel"/>
          <w:szCs w:val="24"/>
        </w:rPr>
        <w:t xml:space="preserve">1. </w:t>
      </w:r>
      <w:r w:rsidR="0085747A" w:rsidRPr="009F67ED">
        <w:rPr>
          <w:rFonts w:ascii="Corbel" w:hAnsi="Corbel"/>
          <w:szCs w:val="24"/>
        </w:rPr>
        <w:t xml:space="preserve">Podstawowe </w:t>
      </w:r>
      <w:r w:rsidR="00445970" w:rsidRPr="009F67E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F67ED" w14:paraId="7F56E355" w14:textId="77777777" w:rsidTr="00B819C8">
        <w:tc>
          <w:tcPr>
            <w:tcW w:w="2694" w:type="dxa"/>
            <w:vAlign w:val="center"/>
          </w:tcPr>
          <w:p w14:paraId="36A0BFCC" w14:textId="77777777" w:rsidR="0085747A" w:rsidRPr="009F67E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67E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EAD76A" w14:textId="013EAE2A" w:rsidR="0085747A" w:rsidRPr="00016182" w:rsidRDefault="009F67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016182">
              <w:rPr>
                <w:rFonts w:ascii="Corbel" w:hAnsi="Corbel"/>
                <w:bCs/>
                <w:sz w:val="24"/>
                <w:szCs w:val="24"/>
              </w:rPr>
              <w:t>Postępowanie nieprocesowe</w:t>
            </w:r>
          </w:p>
        </w:tc>
      </w:tr>
      <w:tr w:rsidR="0085747A" w:rsidRPr="009F67ED" w14:paraId="652FD885" w14:textId="77777777" w:rsidTr="00B819C8">
        <w:tc>
          <w:tcPr>
            <w:tcW w:w="2694" w:type="dxa"/>
            <w:vAlign w:val="center"/>
          </w:tcPr>
          <w:p w14:paraId="435C2E50" w14:textId="77777777" w:rsidR="0085747A" w:rsidRPr="009F67E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67E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F67E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698569" w14:textId="77777777" w:rsidR="0085747A" w:rsidRPr="009F67E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F67ED" w14:paraId="71BD2763" w14:textId="77777777" w:rsidTr="00B819C8">
        <w:tc>
          <w:tcPr>
            <w:tcW w:w="2694" w:type="dxa"/>
            <w:vAlign w:val="center"/>
          </w:tcPr>
          <w:p w14:paraId="77925C2D" w14:textId="77777777" w:rsidR="0085747A" w:rsidRPr="009F67ED" w:rsidRDefault="003B00F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F67ED">
              <w:rPr>
                <w:rFonts w:ascii="Corbel" w:hAnsi="Corbel"/>
                <w:sz w:val="24"/>
                <w:szCs w:val="24"/>
              </w:rPr>
              <w:t>N</w:t>
            </w:r>
            <w:r w:rsidR="0085747A" w:rsidRPr="009F67E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F67E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E71FD6" w14:textId="06CB450B" w:rsidR="0085747A" w:rsidRPr="009F67ED" w:rsidRDefault="009F67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67ED"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C80E7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9F67ED">
              <w:rPr>
                <w:rFonts w:ascii="Corbel" w:hAnsi="Corbel"/>
                <w:b w:val="0"/>
                <w:sz w:val="24"/>
                <w:szCs w:val="24"/>
              </w:rPr>
              <w:t xml:space="preserve">rawa i Administracji </w:t>
            </w:r>
          </w:p>
        </w:tc>
      </w:tr>
      <w:tr w:rsidR="0085747A" w:rsidRPr="009F67ED" w14:paraId="7F7A38C9" w14:textId="77777777" w:rsidTr="00B819C8">
        <w:tc>
          <w:tcPr>
            <w:tcW w:w="2694" w:type="dxa"/>
            <w:vAlign w:val="center"/>
          </w:tcPr>
          <w:p w14:paraId="009CE838" w14:textId="77777777" w:rsidR="0085747A" w:rsidRPr="009F67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67E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856B83" w14:textId="4B0329EF" w:rsidR="0085747A" w:rsidRPr="009F67ED" w:rsidRDefault="009F67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67ED">
              <w:rPr>
                <w:rFonts w:ascii="Corbel" w:hAnsi="Corbel"/>
                <w:b w:val="0"/>
                <w:sz w:val="24"/>
                <w:szCs w:val="24"/>
              </w:rPr>
              <w:t>Zakład Postępowania Cywilnego</w:t>
            </w:r>
          </w:p>
        </w:tc>
      </w:tr>
      <w:tr w:rsidR="009F67ED" w:rsidRPr="009F67ED" w14:paraId="714512BA" w14:textId="77777777" w:rsidTr="00B819C8">
        <w:tc>
          <w:tcPr>
            <w:tcW w:w="2694" w:type="dxa"/>
            <w:vAlign w:val="center"/>
          </w:tcPr>
          <w:p w14:paraId="0EE16534" w14:textId="77777777" w:rsidR="009F67ED" w:rsidRPr="009F67ED" w:rsidRDefault="009F67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67E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F44697" w14:textId="773C537D" w:rsidR="009F67ED" w:rsidRPr="009F67ED" w:rsidRDefault="009F67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67ED"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9F67ED" w:rsidRPr="009F67ED" w14:paraId="3F4578B4" w14:textId="77777777" w:rsidTr="00B819C8">
        <w:tc>
          <w:tcPr>
            <w:tcW w:w="2694" w:type="dxa"/>
            <w:vAlign w:val="center"/>
          </w:tcPr>
          <w:p w14:paraId="01EC5DCA" w14:textId="77777777" w:rsidR="009F67ED" w:rsidRPr="009F67ED" w:rsidRDefault="009F67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67E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D6B75E" w14:textId="605BD93F" w:rsidR="009F67ED" w:rsidRPr="009F67ED" w:rsidRDefault="009F67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67ED">
              <w:rPr>
                <w:rFonts w:ascii="Corbel" w:hAnsi="Corbel"/>
                <w:b w:val="0"/>
                <w:sz w:val="24"/>
                <w:szCs w:val="24"/>
              </w:rPr>
              <w:t xml:space="preserve">Jednolite magisterskie </w:t>
            </w:r>
          </w:p>
        </w:tc>
      </w:tr>
      <w:tr w:rsidR="009F67ED" w:rsidRPr="009F67ED" w14:paraId="72A34C14" w14:textId="77777777" w:rsidTr="00B819C8">
        <w:tc>
          <w:tcPr>
            <w:tcW w:w="2694" w:type="dxa"/>
            <w:vAlign w:val="center"/>
          </w:tcPr>
          <w:p w14:paraId="67345CEB" w14:textId="77777777" w:rsidR="009F67ED" w:rsidRPr="009F67ED" w:rsidRDefault="009F67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67E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EDD80CE" w14:textId="3EAA2306" w:rsidR="009F67ED" w:rsidRPr="009F67ED" w:rsidRDefault="009F67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67ED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9F67ED" w:rsidRPr="009F67ED" w14:paraId="40738371" w14:textId="77777777" w:rsidTr="00B819C8">
        <w:tc>
          <w:tcPr>
            <w:tcW w:w="2694" w:type="dxa"/>
            <w:vAlign w:val="center"/>
          </w:tcPr>
          <w:p w14:paraId="7DAA9505" w14:textId="77777777" w:rsidR="009F67ED" w:rsidRPr="009F67ED" w:rsidRDefault="009F67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67E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3E777" w14:textId="6693B365" w:rsidR="009F67ED" w:rsidRPr="009F67ED" w:rsidRDefault="00942B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F67ED" w:rsidRPr="009F67ED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9F67ED" w:rsidRPr="00B169DF" w14:paraId="599CB0B7" w14:textId="77777777" w:rsidTr="00B819C8">
        <w:tc>
          <w:tcPr>
            <w:tcW w:w="2694" w:type="dxa"/>
            <w:vAlign w:val="center"/>
          </w:tcPr>
          <w:p w14:paraId="2A865D45" w14:textId="77777777" w:rsidR="009F67ED" w:rsidRPr="009F67ED" w:rsidRDefault="009F67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67E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FB4E406" w14:textId="64B3FB1A" w:rsidR="009F67ED" w:rsidRPr="00B169DF" w:rsidRDefault="009F67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67ED">
              <w:rPr>
                <w:rFonts w:ascii="Corbel" w:hAnsi="Corbel"/>
                <w:b w:val="0"/>
                <w:color w:val="auto"/>
                <w:sz w:val="24"/>
                <w:szCs w:val="24"/>
              </w:rPr>
              <w:t>Rok V, semestr IX</w:t>
            </w:r>
          </w:p>
        </w:tc>
      </w:tr>
      <w:tr w:rsidR="009F67ED" w:rsidRPr="00B169DF" w14:paraId="71B7D949" w14:textId="77777777" w:rsidTr="00B819C8">
        <w:tc>
          <w:tcPr>
            <w:tcW w:w="2694" w:type="dxa"/>
            <w:vAlign w:val="center"/>
          </w:tcPr>
          <w:p w14:paraId="6B34441B" w14:textId="77777777" w:rsidR="009F67ED" w:rsidRPr="00B169DF" w:rsidRDefault="009F67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25A1AA" w14:textId="67B4F327" w:rsidR="009F67ED" w:rsidRPr="00B169DF" w:rsidRDefault="009F67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9F67ED" w:rsidRPr="00B169DF" w14:paraId="4270EDDA" w14:textId="77777777" w:rsidTr="00B819C8">
        <w:tc>
          <w:tcPr>
            <w:tcW w:w="2694" w:type="dxa"/>
            <w:vAlign w:val="center"/>
          </w:tcPr>
          <w:p w14:paraId="3517C041" w14:textId="77777777" w:rsidR="009F67ED" w:rsidRPr="00B169DF" w:rsidRDefault="009F67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374578" w14:textId="23E10FCA" w:rsidR="009F67ED" w:rsidRPr="00B169DF" w:rsidRDefault="009F67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9F67ED" w:rsidRPr="00B169DF" w14:paraId="1AF54BA1" w14:textId="77777777" w:rsidTr="00B819C8">
        <w:tc>
          <w:tcPr>
            <w:tcW w:w="2694" w:type="dxa"/>
            <w:vAlign w:val="center"/>
          </w:tcPr>
          <w:p w14:paraId="01619559" w14:textId="77777777" w:rsidR="009F67ED" w:rsidRPr="00B169DF" w:rsidRDefault="009F67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AB1FF2" w14:textId="0C276C16" w:rsidR="009F67ED" w:rsidRPr="00B169DF" w:rsidRDefault="009F67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Anna Kościółek</w:t>
            </w:r>
          </w:p>
        </w:tc>
      </w:tr>
      <w:tr w:rsidR="009F67ED" w:rsidRPr="00B169DF" w14:paraId="58CA0C71" w14:textId="77777777" w:rsidTr="00B819C8">
        <w:tc>
          <w:tcPr>
            <w:tcW w:w="2694" w:type="dxa"/>
            <w:vAlign w:val="center"/>
          </w:tcPr>
          <w:p w14:paraId="4F630DC2" w14:textId="77777777" w:rsidR="009F67ED" w:rsidRPr="00B169DF" w:rsidRDefault="009F67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139864" w14:textId="684FC640" w:rsidR="009F67ED" w:rsidRPr="00B169DF" w:rsidRDefault="006462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Anna Kościółek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UR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Aneta Arkuszewska, 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Janda, mgr Katarzyna Kajmowicz</w:t>
            </w: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A4C3C44" w14:textId="77777777" w:rsidR="0085747A" w:rsidRPr="00B169DF" w:rsidRDefault="0085747A" w:rsidP="00016182">
      <w:pPr>
        <w:pStyle w:val="Podpunkty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9B0E82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6E5C7" w14:textId="3265511B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>.</w:t>
      </w:r>
      <w:r w:rsidR="00016182">
        <w:rPr>
          <w:rFonts w:ascii="Corbel" w:hAnsi="Corbel"/>
          <w:sz w:val="24"/>
          <w:szCs w:val="24"/>
        </w:rPr>
        <w:t xml:space="preserve"> </w:t>
      </w:r>
      <w:r w:rsidRPr="00B169DF">
        <w:rPr>
          <w:rFonts w:ascii="Corbel" w:hAnsi="Corbel"/>
          <w:sz w:val="24"/>
          <w:szCs w:val="24"/>
        </w:rPr>
        <w:t>Formy zajęć dydaktycznych, wymiar godzin i punktów ECTS</w:t>
      </w:r>
    </w:p>
    <w:p w14:paraId="3369D351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D4B0DC" w14:textId="77777777" w:rsidTr="0001618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A3F6" w14:textId="77777777" w:rsidR="00015B8F" w:rsidRPr="00B169DF" w:rsidRDefault="00015B8F" w:rsidP="0001618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48B16E5" w14:textId="77777777" w:rsidR="00015B8F" w:rsidRPr="00B169DF" w:rsidRDefault="002B5EA0" w:rsidP="0001618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12DA" w14:textId="77777777" w:rsidR="00015B8F" w:rsidRPr="00B169DF" w:rsidRDefault="00015B8F" w:rsidP="0001618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0FDC" w14:textId="77777777" w:rsidR="00015B8F" w:rsidRPr="00B169DF" w:rsidRDefault="00015B8F" w:rsidP="0001618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3C84" w14:textId="77777777" w:rsidR="00015B8F" w:rsidRPr="00B169DF" w:rsidRDefault="00015B8F" w:rsidP="0001618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98CBD" w14:textId="77777777" w:rsidR="00015B8F" w:rsidRPr="00B169DF" w:rsidRDefault="00015B8F" w:rsidP="0001618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0101" w14:textId="77777777" w:rsidR="00015B8F" w:rsidRPr="00B169DF" w:rsidRDefault="00015B8F" w:rsidP="0001618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8751B" w14:textId="77777777" w:rsidR="00015B8F" w:rsidRPr="00B169DF" w:rsidRDefault="00015B8F" w:rsidP="0001618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5C4F" w14:textId="77777777" w:rsidR="00015B8F" w:rsidRPr="00B169DF" w:rsidRDefault="00015B8F" w:rsidP="0001618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11D4" w14:textId="77777777" w:rsidR="00015B8F" w:rsidRPr="00B169DF" w:rsidRDefault="00015B8F" w:rsidP="0001618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9E4D" w14:textId="77777777" w:rsidR="00015B8F" w:rsidRPr="00B169DF" w:rsidRDefault="00015B8F" w:rsidP="0001618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F67ED" w:rsidRPr="00B169DF" w14:paraId="262CE839" w14:textId="77777777" w:rsidTr="0001618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D4D" w14:textId="40163CA5" w:rsidR="009F67ED" w:rsidRPr="00B169DF" w:rsidRDefault="009F67ED" w:rsidP="000161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D399" w14:textId="41496C65" w:rsidR="009F67ED" w:rsidRPr="00B169DF" w:rsidRDefault="009F67ED" w:rsidP="000161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5924" w14:textId="77777777" w:rsidR="009F67ED" w:rsidRPr="00B169DF" w:rsidRDefault="009F67ED" w:rsidP="000161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9BA3" w14:textId="38D03FA6" w:rsidR="009F67ED" w:rsidRPr="00B169DF" w:rsidRDefault="00646286" w:rsidP="000161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82DF" w14:textId="77777777" w:rsidR="009F67ED" w:rsidRPr="00B169DF" w:rsidRDefault="009F67ED" w:rsidP="000161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89DD" w14:textId="77777777" w:rsidR="009F67ED" w:rsidRPr="00B169DF" w:rsidRDefault="009F67ED" w:rsidP="000161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CFDC" w14:textId="77777777" w:rsidR="009F67ED" w:rsidRPr="00B169DF" w:rsidRDefault="009F67ED" w:rsidP="000161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E5F7" w14:textId="77777777" w:rsidR="009F67ED" w:rsidRPr="00B169DF" w:rsidRDefault="009F67ED" w:rsidP="000161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13A9" w14:textId="77777777" w:rsidR="009F67ED" w:rsidRPr="00B169DF" w:rsidRDefault="009F67ED" w:rsidP="000161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3FEA" w14:textId="08A12D25" w:rsidR="009F67ED" w:rsidRPr="00B169DF" w:rsidRDefault="009F67ED" w:rsidP="000161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7D6D37F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7C6A1B" w14:textId="2D0A501F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30D0E840" w14:textId="77777777" w:rsidR="00016182" w:rsidRPr="00B169DF" w:rsidRDefault="00016182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FF65C6" w14:textId="002B48A1" w:rsidR="0085747A" w:rsidRPr="00B169DF" w:rsidRDefault="009F67E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sym w:font="Wingdings" w:char="F078"/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2F04035" w14:textId="6CB09D3D" w:rsidR="0085747A" w:rsidRPr="00B169DF" w:rsidRDefault="0001618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   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5DC250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84FCA5" w14:textId="27D50674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1.3</w:t>
      </w:r>
      <w:r w:rsidR="00016182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For</w:t>
      </w:r>
      <w:r w:rsidR="00445970" w:rsidRPr="00B169DF">
        <w:rPr>
          <w:rFonts w:ascii="Corbel" w:hAnsi="Corbel"/>
          <w:smallCaps w:val="0"/>
          <w:szCs w:val="24"/>
        </w:rPr>
        <w:t>ma zaliczenia przedmiotu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DD18E3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52C4F2" w14:textId="5F8C3A6A" w:rsidR="009F67ED" w:rsidRPr="00016182" w:rsidRDefault="00D60CEC" w:rsidP="0001618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016182">
        <w:rPr>
          <w:rFonts w:ascii="Corbel" w:hAnsi="Corbel"/>
          <w:b w:val="0"/>
          <w:smallCaps w:val="0"/>
          <w:szCs w:val="24"/>
        </w:rPr>
        <w:t>Konwersatorium</w:t>
      </w:r>
      <w:r w:rsidR="006E2BD9" w:rsidRPr="00016182">
        <w:rPr>
          <w:rFonts w:ascii="Corbel" w:hAnsi="Corbel"/>
          <w:b w:val="0"/>
          <w:smallCaps w:val="0"/>
          <w:szCs w:val="24"/>
        </w:rPr>
        <w:t xml:space="preserve"> - </w:t>
      </w:r>
      <w:r w:rsidR="009F67ED" w:rsidRPr="00016182">
        <w:rPr>
          <w:rFonts w:ascii="Corbel" w:hAnsi="Corbel"/>
          <w:b w:val="0"/>
          <w:smallCaps w:val="0"/>
          <w:szCs w:val="24"/>
        </w:rPr>
        <w:t xml:space="preserve">zaliczenie </w:t>
      </w:r>
      <w:r w:rsidRPr="00016182">
        <w:rPr>
          <w:rFonts w:ascii="Corbel" w:hAnsi="Corbel"/>
          <w:b w:val="0"/>
          <w:smallCaps w:val="0"/>
          <w:szCs w:val="24"/>
        </w:rPr>
        <w:t>z oceną</w:t>
      </w:r>
    </w:p>
    <w:p w14:paraId="0610993B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31AF7" w14:textId="5E13D938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2.</w:t>
      </w:r>
      <w:r w:rsidR="00016182">
        <w:rPr>
          <w:rFonts w:ascii="Corbel" w:hAnsi="Corbel"/>
          <w:szCs w:val="24"/>
        </w:rPr>
        <w:t xml:space="preserve"> </w:t>
      </w:r>
      <w:r w:rsidRPr="00B169DF">
        <w:rPr>
          <w:rFonts w:ascii="Corbel" w:hAnsi="Corbel"/>
          <w:szCs w:val="24"/>
        </w:rPr>
        <w:t>Wymagania wstępne</w:t>
      </w:r>
    </w:p>
    <w:p w14:paraId="0F90E221" w14:textId="77777777" w:rsidR="00016182" w:rsidRPr="00B169DF" w:rsidRDefault="0001618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B169DF" w14:paraId="039935C6" w14:textId="77777777" w:rsidTr="00897007">
        <w:trPr>
          <w:trHeight w:val="408"/>
        </w:trPr>
        <w:tc>
          <w:tcPr>
            <w:tcW w:w="9349" w:type="dxa"/>
            <w:vAlign w:val="center"/>
          </w:tcPr>
          <w:p w14:paraId="74D75307" w14:textId="49CCEFFB" w:rsidR="0085747A" w:rsidRPr="00897007" w:rsidRDefault="00897007" w:rsidP="0089700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Tahoma"/>
                <w:b w:val="0"/>
                <w:bCs/>
                <w:smallCaps w:val="0"/>
                <w:color w:val="000000"/>
                <w:szCs w:val="24"/>
              </w:rPr>
              <w:t>Z</w:t>
            </w:r>
            <w:r w:rsidR="009F67ED" w:rsidRPr="00897007">
              <w:rPr>
                <w:rFonts w:ascii="Corbel" w:hAnsi="Corbel" w:cs="Tahoma"/>
                <w:b w:val="0"/>
                <w:bCs/>
                <w:smallCaps w:val="0"/>
                <w:color w:val="000000"/>
                <w:szCs w:val="24"/>
              </w:rPr>
              <w:t>najomość prawa cywilnego materialnego oraz procesowego</w:t>
            </w:r>
          </w:p>
        </w:tc>
      </w:tr>
    </w:tbl>
    <w:p w14:paraId="20D4325D" w14:textId="77777777" w:rsidR="009F67ED" w:rsidRPr="00B169DF" w:rsidRDefault="009F67E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8A5B16" w14:textId="77777777" w:rsidR="00016182" w:rsidRDefault="00016182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3C461BA1" w14:textId="3A811834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689EBF9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8BE00" w14:textId="10770E94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016182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F0DDE0B" w14:textId="77777777" w:rsidR="00F83B28" w:rsidRPr="00016182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B600DEF" w14:textId="77777777" w:rsidTr="00923D7D">
        <w:tc>
          <w:tcPr>
            <w:tcW w:w="851" w:type="dxa"/>
            <w:vAlign w:val="center"/>
          </w:tcPr>
          <w:p w14:paraId="220C0FE2" w14:textId="73E53ECA" w:rsidR="0085747A" w:rsidRPr="00B169DF" w:rsidRDefault="0085747A" w:rsidP="00016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3CA1A4E" w14:textId="215940A2" w:rsidR="0085747A" w:rsidRPr="00016182" w:rsidRDefault="009F67ED" w:rsidP="000161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016182">
              <w:rPr>
                <w:rFonts w:ascii="Corbel" w:hAnsi="Corbel"/>
                <w:b w:val="0"/>
                <w:iCs/>
                <w:sz w:val="24"/>
                <w:szCs w:val="24"/>
              </w:rPr>
              <w:t>Celem jest zapoznanie studentów z czynnościami procesowymi sądu i innych uczestników postępowania nieprocesowego</w:t>
            </w:r>
          </w:p>
        </w:tc>
      </w:tr>
      <w:tr w:rsidR="009F67ED" w:rsidRPr="00B169DF" w14:paraId="7ECD90AE" w14:textId="77777777" w:rsidTr="00923D7D">
        <w:tc>
          <w:tcPr>
            <w:tcW w:w="851" w:type="dxa"/>
            <w:vAlign w:val="center"/>
          </w:tcPr>
          <w:p w14:paraId="6F035D5E" w14:textId="0FA13CB0" w:rsidR="009F67ED" w:rsidRPr="00B169DF" w:rsidRDefault="009F67ED" w:rsidP="00016182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F21CD4A" w14:textId="1424EE1D" w:rsidR="009F67ED" w:rsidRPr="00016182" w:rsidRDefault="009F67ED" w:rsidP="000161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016182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Celem jest przedstawienie studentom specyfiki poszczególnych postępowań nieprocesowych </w:t>
            </w:r>
          </w:p>
        </w:tc>
      </w:tr>
      <w:tr w:rsidR="009F67ED" w:rsidRPr="00B169DF" w14:paraId="3B90076A" w14:textId="77777777" w:rsidTr="00923D7D">
        <w:tc>
          <w:tcPr>
            <w:tcW w:w="851" w:type="dxa"/>
            <w:vAlign w:val="center"/>
          </w:tcPr>
          <w:p w14:paraId="2F346CB5" w14:textId="423F8CE9" w:rsidR="009F67ED" w:rsidRPr="00B169DF" w:rsidRDefault="009F67ED" w:rsidP="00016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93B1B39" w14:textId="5DAF4BB9" w:rsidR="009F67ED" w:rsidRPr="00016182" w:rsidRDefault="009F67ED" w:rsidP="000161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016182">
              <w:rPr>
                <w:rFonts w:ascii="Corbel" w:hAnsi="Corbel"/>
                <w:b w:val="0"/>
                <w:iCs/>
                <w:sz w:val="24"/>
                <w:szCs w:val="24"/>
              </w:rPr>
              <w:t>Celem jest nauka studentów umiejętności sporządzania pism procesowych (wniosków, orzeczeń, środków zaskarżenia) w postępowaniu nieprocesowym</w:t>
            </w:r>
          </w:p>
        </w:tc>
      </w:tr>
    </w:tbl>
    <w:p w14:paraId="1F793FB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8DC033" w14:textId="4276F5D1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016182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E1315E8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F67ED" w:rsidRPr="00B169DF" w14:paraId="3D6DFE1A" w14:textId="77777777" w:rsidTr="000F663B">
        <w:tc>
          <w:tcPr>
            <w:tcW w:w="1681" w:type="dxa"/>
            <w:vAlign w:val="center"/>
          </w:tcPr>
          <w:p w14:paraId="46BBA003" w14:textId="77777777" w:rsidR="009F67ED" w:rsidRPr="009F67ED" w:rsidRDefault="009F67ED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9F67ED">
              <w:rPr>
                <w:rFonts w:ascii="Corbel" w:hAnsi="Corbel"/>
                <w:smallCaps w:val="0"/>
                <w:sz w:val="23"/>
                <w:szCs w:val="23"/>
              </w:rPr>
              <w:t>EK</w:t>
            </w:r>
            <w:r w:rsidRPr="009F67ED">
              <w:rPr>
                <w:rFonts w:ascii="Corbel" w:hAnsi="Corbel"/>
                <w:b w:val="0"/>
                <w:smallCaps w:val="0"/>
                <w:sz w:val="23"/>
                <w:szCs w:val="23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26F66E0E" w14:textId="77777777" w:rsidR="009F67ED" w:rsidRPr="009F67ED" w:rsidRDefault="009F67ED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9F67ED">
              <w:rPr>
                <w:rFonts w:ascii="Corbel" w:hAnsi="Corbel"/>
                <w:b w:val="0"/>
                <w:smallCaps w:val="0"/>
                <w:sz w:val="23"/>
                <w:szCs w:val="23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56E8D631" w14:textId="781138C0" w:rsidR="009F67ED" w:rsidRPr="009F67ED" w:rsidRDefault="009F67ED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9F67ED">
              <w:rPr>
                <w:rFonts w:ascii="Corbel" w:hAnsi="Corbel"/>
                <w:b w:val="0"/>
                <w:smallCaps w:val="0"/>
                <w:sz w:val="23"/>
                <w:szCs w:val="23"/>
              </w:rPr>
              <w:t xml:space="preserve">Odniesienie do efektów kierunkowych </w:t>
            </w:r>
            <w:r w:rsidRPr="009F67ED">
              <w:rPr>
                <w:rStyle w:val="Odwoanieprzypisudolnego"/>
                <w:rFonts w:ascii="Corbel" w:hAnsi="Corbel"/>
                <w:b w:val="0"/>
                <w:smallCaps w:val="0"/>
                <w:sz w:val="23"/>
                <w:szCs w:val="23"/>
              </w:rPr>
              <w:footnoteReference w:id="1"/>
            </w:r>
          </w:p>
        </w:tc>
      </w:tr>
      <w:tr w:rsidR="009F67ED" w:rsidRPr="00B169DF" w14:paraId="28424DCE" w14:textId="77777777" w:rsidTr="000F663B">
        <w:tc>
          <w:tcPr>
            <w:tcW w:w="1681" w:type="dxa"/>
          </w:tcPr>
          <w:p w14:paraId="3FB9FF4A" w14:textId="47BB1CE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t>EK_01</w:t>
            </w:r>
          </w:p>
        </w:tc>
        <w:tc>
          <w:tcPr>
            <w:tcW w:w="5974" w:type="dxa"/>
          </w:tcPr>
          <w:p w14:paraId="5D839D89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t xml:space="preserve">Ma pogłębioną i rozszerzoną wiedzę na temat norm, reguł i instytucji prawnych postępowania nieprocesowego </w:t>
            </w:r>
          </w:p>
        </w:tc>
        <w:tc>
          <w:tcPr>
            <w:tcW w:w="1865" w:type="dxa"/>
          </w:tcPr>
          <w:p w14:paraId="1D3F80F1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t>K_W02</w:t>
            </w:r>
          </w:p>
        </w:tc>
      </w:tr>
      <w:tr w:rsidR="009F67ED" w:rsidRPr="00B169DF" w14:paraId="5C6E199F" w14:textId="77777777" w:rsidTr="000F663B">
        <w:tc>
          <w:tcPr>
            <w:tcW w:w="1681" w:type="dxa"/>
          </w:tcPr>
          <w:p w14:paraId="12AFB0C7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t>EK_02</w:t>
            </w:r>
          </w:p>
        </w:tc>
        <w:tc>
          <w:tcPr>
            <w:tcW w:w="5974" w:type="dxa"/>
          </w:tcPr>
          <w:p w14:paraId="791D8D11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t xml:space="preserve">Zna i rozumie terminologię właściwą dla języka prawnego i prawniczego oraz zna i rozumie podstawowe pojęcia jakimi posługuje się postępowanie nieprocesowe </w:t>
            </w:r>
          </w:p>
        </w:tc>
        <w:tc>
          <w:tcPr>
            <w:tcW w:w="1865" w:type="dxa"/>
          </w:tcPr>
          <w:p w14:paraId="7DB9D004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t>K_W06</w:t>
            </w:r>
          </w:p>
        </w:tc>
      </w:tr>
      <w:tr w:rsidR="009F67ED" w:rsidRPr="00B169DF" w14:paraId="2ADF3018" w14:textId="77777777" w:rsidTr="000F663B">
        <w:tc>
          <w:tcPr>
            <w:tcW w:w="1681" w:type="dxa"/>
          </w:tcPr>
          <w:p w14:paraId="06D9BF75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t>EK_03</w:t>
            </w:r>
          </w:p>
        </w:tc>
        <w:tc>
          <w:tcPr>
            <w:tcW w:w="5974" w:type="dxa"/>
          </w:tcPr>
          <w:p w14:paraId="6A92A50C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t xml:space="preserve">Ma rozszerzoną wiedzę na temat struktur i instytucji polskiego postępowania cywilnego nieprocesowego </w:t>
            </w:r>
          </w:p>
        </w:tc>
        <w:tc>
          <w:tcPr>
            <w:tcW w:w="1865" w:type="dxa"/>
          </w:tcPr>
          <w:p w14:paraId="16D2AA62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t>K_W07</w:t>
            </w:r>
          </w:p>
        </w:tc>
      </w:tr>
      <w:tr w:rsidR="009F67ED" w:rsidRPr="00B169DF" w14:paraId="43484B45" w14:textId="77777777" w:rsidTr="000F663B">
        <w:tc>
          <w:tcPr>
            <w:tcW w:w="1681" w:type="dxa"/>
          </w:tcPr>
          <w:p w14:paraId="4F44CEED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t>EK_o4</w:t>
            </w:r>
          </w:p>
        </w:tc>
        <w:tc>
          <w:tcPr>
            <w:tcW w:w="5974" w:type="dxa"/>
          </w:tcPr>
          <w:p w14:paraId="1DC33B82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t xml:space="preserve">Potrafi prawidłowo interpretować i wyjaśniać znaczenie norm i stosunków prawnych z zakresu postępowania nieprocesowego </w:t>
            </w:r>
          </w:p>
        </w:tc>
        <w:tc>
          <w:tcPr>
            <w:tcW w:w="1865" w:type="dxa"/>
          </w:tcPr>
          <w:p w14:paraId="65CEA2CC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  <w:t>K_U01</w:t>
            </w:r>
          </w:p>
        </w:tc>
      </w:tr>
      <w:tr w:rsidR="009F67ED" w:rsidRPr="00B169DF" w14:paraId="78F5EA48" w14:textId="77777777" w:rsidTr="000F663B">
        <w:tc>
          <w:tcPr>
            <w:tcW w:w="1681" w:type="dxa"/>
          </w:tcPr>
          <w:p w14:paraId="477C63C4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t>EK_o5</w:t>
            </w:r>
          </w:p>
        </w:tc>
        <w:tc>
          <w:tcPr>
            <w:tcW w:w="5974" w:type="dxa"/>
          </w:tcPr>
          <w:p w14:paraId="0A0C3DE8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t xml:space="preserve">Sprawnie posługuje się normami, regułami oraz instytucjami prawnymi z zakresu postępowania nieprocesowego; w zależności od dokonanego samodzielnie wyboru posiada rozszerzone umiejętności rozwiązywania konkretnych problemów prawnych w zakresie postępowania cywilnego nieprocesowego </w:t>
            </w:r>
          </w:p>
        </w:tc>
        <w:tc>
          <w:tcPr>
            <w:tcW w:w="1865" w:type="dxa"/>
          </w:tcPr>
          <w:p w14:paraId="12AFAFBF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  <w:t>K_U05</w:t>
            </w:r>
          </w:p>
        </w:tc>
      </w:tr>
      <w:tr w:rsidR="009F67ED" w:rsidRPr="00B169DF" w14:paraId="2808EFC9" w14:textId="77777777" w:rsidTr="000F663B">
        <w:tc>
          <w:tcPr>
            <w:tcW w:w="1681" w:type="dxa"/>
          </w:tcPr>
          <w:p w14:paraId="0D29B955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t>EK_o6</w:t>
            </w:r>
          </w:p>
        </w:tc>
        <w:tc>
          <w:tcPr>
            <w:tcW w:w="5974" w:type="dxa"/>
          </w:tcPr>
          <w:p w14:paraId="14B79805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t xml:space="preserve">Potrafi formułować własne opinie w odniesieniu do poznanych instytucji prawnych z zakresu postępowania cywilnego nieprocesowego </w:t>
            </w:r>
          </w:p>
        </w:tc>
        <w:tc>
          <w:tcPr>
            <w:tcW w:w="1865" w:type="dxa"/>
          </w:tcPr>
          <w:p w14:paraId="624FBCC0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  <w:t>K_U06</w:t>
            </w:r>
          </w:p>
        </w:tc>
      </w:tr>
      <w:tr w:rsidR="009F67ED" w:rsidRPr="00B169DF" w14:paraId="3FF86283" w14:textId="77777777" w:rsidTr="000F663B">
        <w:tc>
          <w:tcPr>
            <w:tcW w:w="1681" w:type="dxa"/>
          </w:tcPr>
          <w:p w14:paraId="79E3CA48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t>EK_o7</w:t>
            </w:r>
          </w:p>
        </w:tc>
        <w:tc>
          <w:tcPr>
            <w:tcW w:w="5974" w:type="dxa"/>
          </w:tcPr>
          <w:p w14:paraId="32D42B50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t xml:space="preserve">Potrafi sprawnie posługiwać się tekstami aktów normatywnych z zakresu postępowania cywilnego nieprocesowego i interpretować je z wykorzystaniem języka prawniczego </w:t>
            </w:r>
          </w:p>
        </w:tc>
        <w:tc>
          <w:tcPr>
            <w:tcW w:w="1865" w:type="dxa"/>
          </w:tcPr>
          <w:p w14:paraId="108E58FC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  <w:t>K_U08</w:t>
            </w:r>
          </w:p>
        </w:tc>
      </w:tr>
      <w:tr w:rsidR="009F67ED" w:rsidRPr="00B169DF" w14:paraId="6FA5DE0C" w14:textId="77777777" w:rsidTr="000F663B">
        <w:tc>
          <w:tcPr>
            <w:tcW w:w="1681" w:type="dxa"/>
          </w:tcPr>
          <w:p w14:paraId="36E80073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t>EK_o8</w:t>
            </w:r>
          </w:p>
        </w:tc>
        <w:tc>
          <w:tcPr>
            <w:tcW w:w="5974" w:type="dxa"/>
          </w:tcPr>
          <w:p w14:paraId="7D6612D7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t xml:space="preserve"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postępowania cywilnego nieprocesowego </w:t>
            </w:r>
          </w:p>
        </w:tc>
        <w:tc>
          <w:tcPr>
            <w:tcW w:w="1865" w:type="dxa"/>
          </w:tcPr>
          <w:p w14:paraId="4FEDC4DB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  <w:t>K_U09</w:t>
            </w:r>
          </w:p>
        </w:tc>
      </w:tr>
      <w:tr w:rsidR="009F67ED" w:rsidRPr="00B169DF" w14:paraId="3C129654" w14:textId="77777777" w:rsidTr="000F663B">
        <w:tc>
          <w:tcPr>
            <w:tcW w:w="1681" w:type="dxa"/>
          </w:tcPr>
          <w:p w14:paraId="4944600E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lastRenderedPageBreak/>
              <w:t>EK_o9</w:t>
            </w:r>
          </w:p>
        </w:tc>
        <w:tc>
          <w:tcPr>
            <w:tcW w:w="5974" w:type="dxa"/>
          </w:tcPr>
          <w:p w14:paraId="5F25CFED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t xml:space="preserve">Potrafi dokonać subsumcji określonego stanu faktycznego do normy lub norm prawnych </w:t>
            </w:r>
          </w:p>
        </w:tc>
        <w:tc>
          <w:tcPr>
            <w:tcW w:w="1865" w:type="dxa"/>
          </w:tcPr>
          <w:p w14:paraId="48A6A4F1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  <w:t>K_U10</w:t>
            </w:r>
          </w:p>
        </w:tc>
      </w:tr>
      <w:tr w:rsidR="009F67ED" w:rsidRPr="00B169DF" w14:paraId="67C82B36" w14:textId="77777777" w:rsidTr="000F663B">
        <w:tc>
          <w:tcPr>
            <w:tcW w:w="1681" w:type="dxa"/>
          </w:tcPr>
          <w:p w14:paraId="301DFA1F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t>EK_10</w:t>
            </w:r>
          </w:p>
        </w:tc>
        <w:tc>
          <w:tcPr>
            <w:tcW w:w="5974" w:type="dxa"/>
          </w:tcPr>
          <w:p w14:paraId="0911366E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t>Potrafi stawiać proste hipotezy badawcze i je weryfikować</w:t>
            </w:r>
          </w:p>
        </w:tc>
        <w:tc>
          <w:tcPr>
            <w:tcW w:w="1865" w:type="dxa"/>
          </w:tcPr>
          <w:p w14:paraId="7461D227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  <w:t>K_U11</w:t>
            </w:r>
          </w:p>
        </w:tc>
      </w:tr>
      <w:tr w:rsidR="009F67ED" w:rsidRPr="00B169DF" w14:paraId="555C2D00" w14:textId="77777777" w:rsidTr="000F663B">
        <w:tc>
          <w:tcPr>
            <w:tcW w:w="1681" w:type="dxa"/>
          </w:tcPr>
          <w:p w14:paraId="052E9900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t>EK_11</w:t>
            </w:r>
          </w:p>
        </w:tc>
        <w:tc>
          <w:tcPr>
            <w:tcW w:w="5974" w:type="dxa"/>
          </w:tcPr>
          <w:p w14:paraId="67B05B6E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t xml:space="preserve">Potrafi określić obszary życia społecznego które podlegają lub mogą podlegać w przyszłości regulacjom prawnym z zakresu postępowania cywilnego nieprocesowego </w:t>
            </w:r>
          </w:p>
        </w:tc>
        <w:tc>
          <w:tcPr>
            <w:tcW w:w="1865" w:type="dxa"/>
          </w:tcPr>
          <w:p w14:paraId="73B08145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  <w:t>K_U15</w:t>
            </w:r>
          </w:p>
        </w:tc>
      </w:tr>
      <w:tr w:rsidR="009F67ED" w:rsidRPr="00B169DF" w14:paraId="1069C3B9" w14:textId="77777777" w:rsidTr="000F663B">
        <w:tc>
          <w:tcPr>
            <w:tcW w:w="1681" w:type="dxa"/>
          </w:tcPr>
          <w:p w14:paraId="4C37396F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t>EK_12</w:t>
            </w:r>
          </w:p>
        </w:tc>
        <w:tc>
          <w:tcPr>
            <w:tcW w:w="5974" w:type="dxa"/>
          </w:tcPr>
          <w:p w14:paraId="7DA32865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t>Potrafi odpowiednio określić priorytety służące realizacji określonego przez siebie lub innych zadania (w tym potrafi określić strategie własnego rozwoju zawodowego) po zasięgnięciu opinii ekspertów w przypadku trudności w rozwiązaniu problemów</w:t>
            </w:r>
          </w:p>
        </w:tc>
        <w:tc>
          <w:tcPr>
            <w:tcW w:w="1865" w:type="dxa"/>
          </w:tcPr>
          <w:p w14:paraId="7751990F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  <w:t>K_K03</w:t>
            </w:r>
          </w:p>
        </w:tc>
      </w:tr>
      <w:tr w:rsidR="009F67ED" w:rsidRPr="00B169DF" w14:paraId="54F84AEC" w14:textId="77777777" w:rsidTr="000F663B">
        <w:tc>
          <w:tcPr>
            <w:tcW w:w="1681" w:type="dxa"/>
          </w:tcPr>
          <w:p w14:paraId="448639A4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t>EK_13</w:t>
            </w:r>
          </w:p>
        </w:tc>
        <w:tc>
          <w:tcPr>
            <w:tcW w:w="5974" w:type="dxa"/>
          </w:tcPr>
          <w:p w14:paraId="6C5E3393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t>Ma świadomość społecznego znaczenia zawodu prawnika</w:t>
            </w:r>
          </w:p>
        </w:tc>
        <w:tc>
          <w:tcPr>
            <w:tcW w:w="1865" w:type="dxa"/>
          </w:tcPr>
          <w:p w14:paraId="74ED76ED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  <w:t>K_K04</w:t>
            </w:r>
          </w:p>
        </w:tc>
      </w:tr>
      <w:tr w:rsidR="009F67ED" w:rsidRPr="00B169DF" w14:paraId="060F5FA4" w14:textId="77777777" w:rsidTr="000F663B">
        <w:tc>
          <w:tcPr>
            <w:tcW w:w="1681" w:type="dxa"/>
          </w:tcPr>
          <w:p w14:paraId="545F1E11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t>EK_14</w:t>
            </w:r>
          </w:p>
        </w:tc>
        <w:tc>
          <w:tcPr>
            <w:tcW w:w="5974" w:type="dxa"/>
          </w:tcPr>
          <w:p w14:paraId="60116650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t>Potrafi samodzielnie i krytycznie uzupełniać zdobytą wiedzę i nabyte umiejętności z uwzględnieniem ich interdyscyplinarnego wymiaru</w:t>
            </w:r>
          </w:p>
        </w:tc>
        <w:tc>
          <w:tcPr>
            <w:tcW w:w="1865" w:type="dxa"/>
          </w:tcPr>
          <w:p w14:paraId="168EF9BC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  <w:t>K_K07</w:t>
            </w:r>
          </w:p>
        </w:tc>
      </w:tr>
      <w:tr w:rsidR="009F67ED" w:rsidRPr="00B169DF" w14:paraId="0ACE2AEE" w14:textId="77777777" w:rsidTr="000F663B">
        <w:tc>
          <w:tcPr>
            <w:tcW w:w="1681" w:type="dxa"/>
          </w:tcPr>
          <w:p w14:paraId="16D4CEDA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t>EK_15</w:t>
            </w:r>
          </w:p>
        </w:tc>
        <w:tc>
          <w:tcPr>
            <w:tcW w:w="5974" w:type="dxa"/>
          </w:tcPr>
          <w:p w14:paraId="7D10447A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hAnsi="Corbel"/>
                <w:b w:val="0"/>
                <w:smallCaps w:val="0"/>
                <w:sz w:val="23"/>
                <w:szCs w:val="23"/>
              </w:rPr>
              <w:t>Szanuje różne poglądy i postawy.</w:t>
            </w:r>
          </w:p>
        </w:tc>
        <w:tc>
          <w:tcPr>
            <w:tcW w:w="1865" w:type="dxa"/>
          </w:tcPr>
          <w:p w14:paraId="742000DE" w14:textId="77777777" w:rsidR="009F67ED" w:rsidRPr="00016182" w:rsidRDefault="009F67ED" w:rsidP="000161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016182"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  <w:t>K_K10</w:t>
            </w:r>
          </w:p>
        </w:tc>
      </w:tr>
    </w:tbl>
    <w:p w14:paraId="6EC3B74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A434E" w14:textId="382577F0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016182">
        <w:rPr>
          <w:rFonts w:ascii="Corbel" w:hAnsi="Corbel"/>
          <w:b/>
          <w:sz w:val="24"/>
          <w:szCs w:val="24"/>
        </w:rPr>
        <w:t>.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57CD96A1" w14:textId="77777777" w:rsidR="00016182" w:rsidRPr="00B169DF" w:rsidRDefault="0001618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9BE1E4F" w14:textId="1C4D3B73" w:rsidR="00016182" w:rsidRDefault="00016182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 – nie dotyczy</w:t>
      </w:r>
    </w:p>
    <w:p w14:paraId="2A4F0204" w14:textId="77777777" w:rsidR="00016182" w:rsidRDefault="00016182" w:rsidP="0001618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2D4E991" w14:textId="773A74EC" w:rsidR="0085747A" w:rsidRPr="00B169DF" w:rsidRDefault="00016182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konwersatoriów, laboratoriów, zajęć praktycznych</w:t>
      </w:r>
    </w:p>
    <w:p w14:paraId="4D113E8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9F67ED" w:rsidRPr="00B169DF" w14:paraId="3B672961" w14:textId="77777777" w:rsidTr="00016182">
        <w:tc>
          <w:tcPr>
            <w:tcW w:w="9491" w:type="dxa"/>
          </w:tcPr>
          <w:p w14:paraId="4192E4FA" w14:textId="77777777" w:rsidR="009F67ED" w:rsidRPr="009F67ED" w:rsidRDefault="009F67ED" w:rsidP="0001618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9F67ED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9F67ED" w:rsidRPr="00B169DF" w14:paraId="6A4C29AD" w14:textId="77777777" w:rsidTr="00016182">
        <w:tc>
          <w:tcPr>
            <w:tcW w:w="9491" w:type="dxa"/>
          </w:tcPr>
          <w:p w14:paraId="7FAB50EA" w14:textId="26B49442" w:rsidR="009F67ED" w:rsidRPr="00E4219D" w:rsidRDefault="009F67ED" w:rsidP="001246B0">
            <w:pPr>
              <w:pStyle w:val="Akapitzlist"/>
              <w:spacing w:before="60" w:after="60" w:line="240" w:lineRule="auto"/>
              <w:ind w:left="-5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E4219D">
              <w:rPr>
                <w:rFonts w:ascii="Corbel" w:hAnsi="Corbel" w:cs="Tahoma"/>
                <w:color w:val="000000"/>
                <w:sz w:val="24"/>
                <w:szCs w:val="24"/>
              </w:rPr>
              <w:t>Zagadnienia wstępne: Pojęcie i funkcje postępowania nieprocesowego. Istota i charakter prawny działalności sądu w postępowaniu nieprocesowym. Źródła prawa postępowania nieprocesowego.</w:t>
            </w:r>
          </w:p>
        </w:tc>
      </w:tr>
      <w:tr w:rsidR="009F67ED" w:rsidRPr="00B169DF" w14:paraId="027E3BEC" w14:textId="77777777" w:rsidTr="00016182">
        <w:tc>
          <w:tcPr>
            <w:tcW w:w="9491" w:type="dxa"/>
          </w:tcPr>
          <w:p w14:paraId="06E7B7AE" w14:textId="5E41345F" w:rsidR="009F67ED" w:rsidRPr="00E4219D" w:rsidRDefault="009F67ED" w:rsidP="001246B0">
            <w:pPr>
              <w:pStyle w:val="Akapitzlist"/>
              <w:spacing w:before="60" w:after="60" w:line="240" w:lineRule="auto"/>
              <w:ind w:left="-5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E4219D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E4219D">
              <w:rPr>
                <w:rFonts w:ascii="Corbel" w:hAnsi="Corbel" w:cs="Tahoma"/>
                <w:color w:val="000000"/>
                <w:sz w:val="24"/>
                <w:szCs w:val="24"/>
              </w:rPr>
              <w:t xml:space="preserve"> </w:t>
            </w:r>
            <w:r w:rsidRPr="00E4219D">
              <w:rPr>
                <w:rFonts w:ascii="Corbel" w:hAnsi="Corbel" w:cs="Tahoma"/>
                <w:b/>
                <w:bCs/>
                <w:color w:val="000000"/>
                <w:sz w:val="24"/>
                <w:szCs w:val="24"/>
              </w:rPr>
              <w:t>nieprocesowego</w:t>
            </w:r>
            <w:r w:rsidRPr="00E4219D">
              <w:rPr>
                <w:rFonts w:ascii="Corbel" w:hAnsi="Corbel" w:cs="Tahoma"/>
                <w:color w:val="000000"/>
                <w:sz w:val="24"/>
                <w:szCs w:val="24"/>
              </w:rPr>
              <w:t xml:space="preserve">. Sąd. Referendarz sądowy. Uczestnicy postępowania nieprocesowego. Uczestnicy postępowania nie działający w celu ochrony własnego interesu prawnego. Szczególna pozycja wnioskodawcy jako uczestnika postępowania. Zainteresowany w sprawie. </w:t>
            </w:r>
          </w:p>
        </w:tc>
      </w:tr>
      <w:tr w:rsidR="009F67ED" w:rsidRPr="00B169DF" w14:paraId="4897367B" w14:textId="77777777" w:rsidTr="00016182">
        <w:tc>
          <w:tcPr>
            <w:tcW w:w="9491" w:type="dxa"/>
          </w:tcPr>
          <w:p w14:paraId="3FCD7891" w14:textId="06831B53" w:rsidR="009F67ED" w:rsidRPr="00E4219D" w:rsidRDefault="009F67ED" w:rsidP="001246B0">
            <w:pPr>
              <w:pStyle w:val="Akapitzlist"/>
              <w:spacing w:before="60" w:after="60" w:line="240" w:lineRule="auto"/>
              <w:ind w:left="-5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E4219D">
              <w:rPr>
                <w:rFonts w:ascii="Corbel" w:eastAsia="Times New Roman" w:hAnsi="Corbel" w:cs="Tahoma"/>
                <w:b/>
                <w:bCs/>
                <w:color w:val="000000"/>
                <w:sz w:val="24"/>
                <w:szCs w:val="24"/>
                <w:lang w:eastAsia="pl-PL"/>
              </w:rPr>
              <w:t>Czynności procesowe</w:t>
            </w:r>
            <w:r w:rsidRPr="00E4219D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: Pojęcie i rodzaje czynności procesowych – pisma, doręczenia, posiedzenia, terminy, koszty postępowania.</w:t>
            </w:r>
            <w:r w:rsidRPr="00E4219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="009F67ED" w:rsidRPr="00B169DF" w14:paraId="08E77046" w14:textId="77777777" w:rsidTr="00016182">
        <w:tc>
          <w:tcPr>
            <w:tcW w:w="9491" w:type="dxa"/>
          </w:tcPr>
          <w:p w14:paraId="6C11FB6D" w14:textId="3E84EE33" w:rsidR="009F67ED" w:rsidRPr="00E4219D" w:rsidRDefault="009F67ED" w:rsidP="001246B0">
            <w:pPr>
              <w:pStyle w:val="Akapitzlist"/>
              <w:spacing w:before="60" w:after="60" w:line="240" w:lineRule="auto"/>
              <w:ind w:left="-57"/>
              <w:contextualSpacing w:val="0"/>
              <w:rPr>
                <w:rFonts w:ascii="Corbel" w:eastAsia="Times New Roman" w:hAnsi="Corbel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4219D">
              <w:rPr>
                <w:rFonts w:ascii="Corbel" w:hAnsi="Corbel" w:cs="Tahoma"/>
                <w:b/>
                <w:bCs/>
                <w:color w:val="000000"/>
                <w:sz w:val="24"/>
                <w:szCs w:val="24"/>
              </w:rPr>
              <w:t>Przebieg postępowania przed sądem I instancji</w:t>
            </w:r>
            <w:r w:rsidRPr="00E4219D">
              <w:rPr>
                <w:rFonts w:ascii="Corbel" w:hAnsi="Corbel" w:cs="Tahoma"/>
                <w:color w:val="000000"/>
                <w:sz w:val="24"/>
                <w:szCs w:val="24"/>
              </w:rPr>
              <w:t>: Wszczęcie postępowania, wysłuchanie, zawieszenie i umorzenie postępowania, postępowanie dowodowe, orzekanie.</w:t>
            </w:r>
          </w:p>
        </w:tc>
      </w:tr>
      <w:tr w:rsidR="009F67ED" w:rsidRPr="00B169DF" w14:paraId="4F3FB4A9" w14:textId="77777777" w:rsidTr="00016182">
        <w:tc>
          <w:tcPr>
            <w:tcW w:w="9491" w:type="dxa"/>
          </w:tcPr>
          <w:p w14:paraId="31CAE1A8" w14:textId="75AD3B0C" w:rsidR="009F67ED" w:rsidRPr="00E4219D" w:rsidRDefault="009F67ED" w:rsidP="001246B0">
            <w:pPr>
              <w:pStyle w:val="Akapitzlist"/>
              <w:spacing w:before="60" w:after="60" w:line="240" w:lineRule="auto"/>
              <w:ind w:left="-57"/>
              <w:contextualSpacing w:val="0"/>
              <w:rPr>
                <w:rFonts w:ascii="Corbel" w:hAnsi="Corbel" w:cs="Tahoma"/>
                <w:b/>
                <w:bCs/>
                <w:color w:val="000000"/>
                <w:sz w:val="24"/>
                <w:szCs w:val="24"/>
              </w:rPr>
            </w:pPr>
            <w:r w:rsidRPr="00E4219D">
              <w:rPr>
                <w:rFonts w:ascii="Corbel" w:eastAsia="Times New Roman" w:hAnsi="Corbel" w:cs="Tahoma"/>
                <w:b/>
                <w:bCs/>
                <w:color w:val="000000"/>
                <w:sz w:val="24"/>
                <w:szCs w:val="24"/>
                <w:lang w:eastAsia="pl-PL"/>
              </w:rPr>
              <w:t>Zaskarżanie orzeczeń w postępowaniu nieprocesowym</w:t>
            </w:r>
            <w:r w:rsidRPr="00E4219D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: Pojęcie i rodzaje środków zaskarżenia.</w:t>
            </w:r>
            <w:r w:rsidR="00016182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4219D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Środki zaskarżenia nieprawomocnych orzeczeń – apelacja, zażalenie, skarga na orzeczenie referendarza sądowego. Środki zaskarżenia prawomocnych orzeczeń - skarga kasacyjna, skarga o wznowienie postępowania, skarga o stwierdzenie niezgodności z prawem prawomocnego orzeczenia.</w:t>
            </w:r>
          </w:p>
        </w:tc>
      </w:tr>
      <w:tr w:rsidR="009F67ED" w:rsidRPr="00B169DF" w14:paraId="2F0C0229" w14:textId="77777777" w:rsidTr="00016182">
        <w:tc>
          <w:tcPr>
            <w:tcW w:w="9491" w:type="dxa"/>
          </w:tcPr>
          <w:p w14:paraId="5A028DEF" w14:textId="6E856A44" w:rsidR="009F67ED" w:rsidRPr="00E4219D" w:rsidRDefault="009F67ED" w:rsidP="001246B0">
            <w:pPr>
              <w:pStyle w:val="Akapitzlist"/>
              <w:spacing w:before="60" w:after="60" w:line="240" w:lineRule="auto"/>
              <w:ind w:left="-57"/>
              <w:contextualSpacing w:val="0"/>
              <w:rPr>
                <w:rFonts w:ascii="Corbel" w:eastAsia="Times New Roman" w:hAnsi="Corbel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4219D">
              <w:rPr>
                <w:rFonts w:ascii="Corbel" w:eastAsia="Times New Roman" w:hAnsi="Corbel" w:cs="Tahoma"/>
                <w:b/>
                <w:bCs/>
                <w:color w:val="000000"/>
                <w:sz w:val="24"/>
                <w:szCs w:val="24"/>
                <w:lang w:eastAsia="pl-PL"/>
              </w:rPr>
              <w:t>Postępowanie w sprawach przekazanych do postępowania nieprocesowego:</w:t>
            </w:r>
            <w:r w:rsidRPr="00E4219D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Sprawy z zakresu prawa osobowego - uznanie za zmarłego i stwierdzenie zgonu, ubezwłasnowolnienie oraz uchylenie lub zmianę ubezwłasnowolnienia.</w:t>
            </w:r>
          </w:p>
        </w:tc>
      </w:tr>
      <w:tr w:rsidR="009F67ED" w:rsidRPr="00B169DF" w14:paraId="0D0728DB" w14:textId="77777777" w:rsidTr="00016182">
        <w:tc>
          <w:tcPr>
            <w:tcW w:w="9491" w:type="dxa"/>
          </w:tcPr>
          <w:p w14:paraId="7ABBADCA" w14:textId="48AEA7D0" w:rsidR="009F67ED" w:rsidRPr="00E4219D" w:rsidRDefault="009F67ED" w:rsidP="001246B0">
            <w:pPr>
              <w:pStyle w:val="Akapitzlist"/>
              <w:spacing w:before="60" w:after="60" w:line="240" w:lineRule="auto"/>
              <w:ind w:left="-57"/>
              <w:contextualSpacing w:val="0"/>
              <w:rPr>
                <w:rFonts w:ascii="Corbel" w:eastAsia="Times New Roman" w:hAnsi="Corbel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4219D">
              <w:rPr>
                <w:rFonts w:ascii="Corbel" w:eastAsia="Times New Roman" w:hAnsi="Corbel" w:cs="Tahoma"/>
                <w:b/>
                <w:bCs/>
                <w:color w:val="000000"/>
                <w:sz w:val="24"/>
                <w:szCs w:val="24"/>
                <w:lang w:eastAsia="pl-PL"/>
              </w:rPr>
              <w:t>Sprawy z zakresu prawa rodzinnego, opiekuńczego i kurateli:</w:t>
            </w:r>
            <w:r w:rsidRPr="00E4219D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Sprawy małżeńskie, sprawy z zakresu stosunków między rodzicami a dziećmi, sprawy z zakresu przysposobienia, sprawy z </w:t>
            </w:r>
            <w:r w:rsidRPr="00E4219D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lastRenderedPageBreak/>
              <w:t>zakresu opieki, sprawy o odebranie osoby podlegającej władzy rodzicielskiej lub pozostającej pod opieką, sprawy z zakresu kurateli.</w:t>
            </w:r>
          </w:p>
        </w:tc>
      </w:tr>
      <w:tr w:rsidR="009F67ED" w:rsidRPr="00B169DF" w14:paraId="1598F9AC" w14:textId="77777777" w:rsidTr="00016182">
        <w:tc>
          <w:tcPr>
            <w:tcW w:w="9491" w:type="dxa"/>
          </w:tcPr>
          <w:p w14:paraId="66B70072" w14:textId="778DBF08" w:rsidR="009F67ED" w:rsidRPr="00E4219D" w:rsidRDefault="009F67ED" w:rsidP="001246B0">
            <w:pPr>
              <w:pStyle w:val="Akapitzlist"/>
              <w:spacing w:before="60" w:after="60" w:line="240" w:lineRule="auto"/>
              <w:ind w:left="-57"/>
              <w:contextualSpacing w:val="0"/>
              <w:rPr>
                <w:rFonts w:ascii="Corbel" w:eastAsia="Times New Roman" w:hAnsi="Corbel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4219D">
              <w:rPr>
                <w:rFonts w:ascii="Corbel" w:eastAsia="Times New Roman" w:hAnsi="Corbel" w:cs="Tahoma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Sprawy z zakresu prawa rzeczowego</w:t>
            </w:r>
            <w:r w:rsidRPr="00E4219D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: Stwierdzenie zasiedzenia, przepadek rzeczy, zarząd związany ze współwłasnością i użytkowaniem, zniesienia współwłasności, ustanowienie drogi koniecznej, postępowanie wieczystoksięgowe.</w:t>
            </w:r>
          </w:p>
        </w:tc>
      </w:tr>
      <w:tr w:rsidR="009F67ED" w:rsidRPr="00B169DF" w14:paraId="5A45E2B6" w14:textId="77777777" w:rsidTr="00016182">
        <w:tc>
          <w:tcPr>
            <w:tcW w:w="9491" w:type="dxa"/>
          </w:tcPr>
          <w:p w14:paraId="28AEF050" w14:textId="27DE4FFC" w:rsidR="009F67ED" w:rsidRPr="00E4219D" w:rsidRDefault="009F67ED" w:rsidP="001246B0">
            <w:pPr>
              <w:pStyle w:val="Akapitzlist"/>
              <w:spacing w:before="60" w:after="60" w:line="240" w:lineRule="auto"/>
              <w:ind w:left="-57"/>
              <w:contextualSpacing w:val="0"/>
              <w:rPr>
                <w:rFonts w:ascii="Corbel" w:eastAsia="Times New Roman" w:hAnsi="Corbel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4219D">
              <w:rPr>
                <w:rFonts w:ascii="Corbel" w:eastAsia="Times New Roman" w:hAnsi="Corbel" w:cs="Tahoma"/>
                <w:b/>
                <w:bCs/>
                <w:color w:val="000000"/>
                <w:sz w:val="24"/>
                <w:szCs w:val="24"/>
                <w:lang w:eastAsia="pl-PL"/>
              </w:rPr>
              <w:t>Sprawy z zakresu prawa spadkowego</w:t>
            </w:r>
            <w:r w:rsidRPr="00E4219D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: zabezpieczenie spadku i spis inwentarza, przyjęcie lub</w:t>
            </w:r>
            <w:r w:rsidR="001246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4219D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odrzucenie spadku, ogłoszenie testamentu, wyjawienie przedmiotów spadkowych, przesłuchanie świadków testamentu ustnego, sprawy dotyczące wykonawcy testamentu, zarząd spadku nieobjętego, stwierdzenie nabycia spadku, dział spadku, inne sprawy spadkowe.</w:t>
            </w:r>
          </w:p>
        </w:tc>
      </w:tr>
      <w:tr w:rsidR="009F67ED" w:rsidRPr="00B169DF" w14:paraId="0467BA0F" w14:textId="77777777" w:rsidTr="00016182">
        <w:tc>
          <w:tcPr>
            <w:tcW w:w="9491" w:type="dxa"/>
          </w:tcPr>
          <w:p w14:paraId="46173C0E" w14:textId="16AF3A6F" w:rsidR="009F67ED" w:rsidRPr="00E4219D" w:rsidRDefault="009F67ED" w:rsidP="001246B0">
            <w:pPr>
              <w:pStyle w:val="Akapitzlist"/>
              <w:spacing w:before="60" w:after="60" w:line="240" w:lineRule="auto"/>
              <w:ind w:left="-57"/>
              <w:contextualSpacing w:val="0"/>
              <w:rPr>
                <w:rFonts w:ascii="Corbel" w:eastAsia="Times New Roman" w:hAnsi="Corbel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4219D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Sprawy z zakresu przepisów o przedsiębiorstwach państwowych oraz samorządzie załogi przedsiębiorstwa państwowego; Sprawy depozytowe; Postępowanie rejestrowe.</w:t>
            </w:r>
          </w:p>
        </w:tc>
      </w:tr>
    </w:tbl>
    <w:p w14:paraId="6BE32DDA" w14:textId="77777777" w:rsidR="0085747A" w:rsidRPr="00B169DF" w:rsidRDefault="0085747A" w:rsidP="001246B0">
      <w:pPr>
        <w:spacing w:after="0" w:line="240" w:lineRule="auto"/>
        <w:rPr>
          <w:rFonts w:ascii="Corbel" w:hAnsi="Corbel"/>
          <w:sz w:val="24"/>
          <w:szCs w:val="24"/>
        </w:rPr>
      </w:pPr>
    </w:p>
    <w:p w14:paraId="7A2759DB" w14:textId="3F4D1137" w:rsidR="0085747A" w:rsidRPr="00B169DF" w:rsidRDefault="009F4610" w:rsidP="001246B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</w:t>
      </w:r>
      <w:r w:rsidR="001246B0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2AF136E" w14:textId="77777777" w:rsidR="0085747A" w:rsidRPr="00B169DF" w:rsidRDefault="0085747A" w:rsidP="001246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D37A66" w14:textId="7A03C753" w:rsidR="00AD674E" w:rsidRPr="00B169DF" w:rsidRDefault="001246B0" w:rsidP="001246B0">
      <w:pPr>
        <w:spacing w:after="0" w:line="240" w:lineRule="auto"/>
        <w:ind w:left="851"/>
        <w:rPr>
          <w:rFonts w:ascii="Corbel" w:hAnsi="Corbel"/>
          <w:smallCaps/>
          <w:szCs w:val="24"/>
        </w:rPr>
      </w:pPr>
      <w:r>
        <w:rPr>
          <w:rFonts w:ascii="Corbel" w:hAnsi="Corbel"/>
          <w:sz w:val="24"/>
          <w:szCs w:val="24"/>
        </w:rPr>
        <w:t>Konwersatorium: m</w:t>
      </w:r>
      <w:r w:rsidR="00AD674E" w:rsidRPr="000C6F12">
        <w:rPr>
          <w:rFonts w:ascii="Corbel" w:hAnsi="Corbel"/>
          <w:sz w:val="24"/>
          <w:szCs w:val="24"/>
        </w:rPr>
        <w:t xml:space="preserve">etoda aktywizująca, skłaniająca studentów do samodzielnej prezentacji zagadnień teoretycznych, oraz samodzielnego  wyciągania wniosków i oceny stanu prawnego. </w:t>
      </w:r>
    </w:p>
    <w:p w14:paraId="27F64604" w14:textId="77777777" w:rsidR="00E960BB" w:rsidRPr="00B169DF" w:rsidRDefault="00E960BB" w:rsidP="001246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E8CFD6" w14:textId="77777777" w:rsidR="0085747A" w:rsidRPr="00B169DF" w:rsidRDefault="00C61DC5" w:rsidP="001246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577A17E0" w14:textId="77777777" w:rsidR="00923D7D" w:rsidRPr="00B169DF" w:rsidRDefault="00923D7D" w:rsidP="001246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F2C761" w14:textId="363A7D4E" w:rsidR="0085747A" w:rsidRPr="00B169DF" w:rsidRDefault="0085747A" w:rsidP="001246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1246B0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9D78BAF" w14:textId="77777777" w:rsidR="0085747A" w:rsidRPr="00B169DF" w:rsidRDefault="0085747A" w:rsidP="001246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D674E" w:rsidRPr="00B169DF" w14:paraId="14A82FD3" w14:textId="77777777" w:rsidTr="00AD674E">
        <w:tc>
          <w:tcPr>
            <w:tcW w:w="1962" w:type="dxa"/>
            <w:vAlign w:val="center"/>
          </w:tcPr>
          <w:p w14:paraId="3C53C949" w14:textId="77777777" w:rsidR="00AD674E" w:rsidRPr="00AD674E" w:rsidRDefault="00AD674E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674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55DD8B9" w14:textId="77777777" w:rsidR="00AD674E" w:rsidRPr="00AD674E" w:rsidRDefault="00AD674E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D67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501DEE" w14:textId="77777777" w:rsidR="00AD674E" w:rsidRPr="00AD674E" w:rsidRDefault="00AD674E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67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898FC85" w14:textId="77777777" w:rsidR="00AD674E" w:rsidRPr="00AD674E" w:rsidRDefault="00AD674E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674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1C319D" w14:textId="77777777" w:rsidR="00AD674E" w:rsidRPr="00AD674E" w:rsidRDefault="00AD674E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674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D674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D674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D674E" w:rsidRPr="00B169DF" w14:paraId="006CC22C" w14:textId="77777777" w:rsidTr="001246B0">
        <w:trPr>
          <w:trHeight w:val="397"/>
        </w:trPr>
        <w:tc>
          <w:tcPr>
            <w:tcW w:w="1962" w:type="dxa"/>
            <w:vAlign w:val="center"/>
          </w:tcPr>
          <w:p w14:paraId="133F78B0" w14:textId="2971C6C9" w:rsidR="00AD674E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46B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0505B2E9" w14:textId="1DA39D07" w:rsidR="00AD674E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1246B0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 xml:space="preserve">ZALICZENIE  </w:t>
            </w:r>
          </w:p>
        </w:tc>
        <w:tc>
          <w:tcPr>
            <w:tcW w:w="2117" w:type="dxa"/>
            <w:vAlign w:val="center"/>
          </w:tcPr>
          <w:p w14:paraId="46AD463F" w14:textId="5F572E32" w:rsidR="00AD674E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1246B0" w:rsidRPr="00B169DF" w14:paraId="608BC141" w14:textId="77777777" w:rsidTr="00830192">
        <w:trPr>
          <w:trHeight w:val="397"/>
        </w:trPr>
        <w:tc>
          <w:tcPr>
            <w:tcW w:w="1962" w:type="dxa"/>
            <w:vAlign w:val="center"/>
          </w:tcPr>
          <w:p w14:paraId="6761B8F2" w14:textId="164DA2AF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46B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2B010724" w14:textId="74DD2221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246B0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 xml:space="preserve">ZALICZENIE  </w:t>
            </w:r>
          </w:p>
        </w:tc>
        <w:tc>
          <w:tcPr>
            <w:tcW w:w="2117" w:type="dxa"/>
          </w:tcPr>
          <w:p w14:paraId="617BAC3E" w14:textId="61B4E1F0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07A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1246B0" w:rsidRPr="00B169DF" w14:paraId="6FC8F89C" w14:textId="77777777" w:rsidTr="00830192">
        <w:trPr>
          <w:trHeight w:val="397"/>
        </w:trPr>
        <w:tc>
          <w:tcPr>
            <w:tcW w:w="1962" w:type="dxa"/>
            <w:vAlign w:val="center"/>
          </w:tcPr>
          <w:p w14:paraId="6C81C8AE" w14:textId="579BAB55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46B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49FCB4E5" w14:textId="0EE79AB6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246B0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 xml:space="preserve">ZALICZENIE  </w:t>
            </w:r>
          </w:p>
        </w:tc>
        <w:tc>
          <w:tcPr>
            <w:tcW w:w="2117" w:type="dxa"/>
          </w:tcPr>
          <w:p w14:paraId="7EB48E6D" w14:textId="5E752BBC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07A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1246B0" w:rsidRPr="00B169DF" w14:paraId="34AB3275" w14:textId="77777777" w:rsidTr="00830192">
        <w:trPr>
          <w:trHeight w:val="397"/>
        </w:trPr>
        <w:tc>
          <w:tcPr>
            <w:tcW w:w="1962" w:type="dxa"/>
            <w:vAlign w:val="center"/>
          </w:tcPr>
          <w:p w14:paraId="0BF6732F" w14:textId="6427D261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46B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08AD84F4" w14:textId="3FB73F43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246B0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 xml:space="preserve">ZALICZENIE  </w:t>
            </w:r>
          </w:p>
        </w:tc>
        <w:tc>
          <w:tcPr>
            <w:tcW w:w="2117" w:type="dxa"/>
          </w:tcPr>
          <w:p w14:paraId="03D244EF" w14:textId="51B76913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07A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1246B0" w:rsidRPr="00B169DF" w14:paraId="66E2A1C8" w14:textId="77777777" w:rsidTr="00830192">
        <w:trPr>
          <w:trHeight w:val="397"/>
        </w:trPr>
        <w:tc>
          <w:tcPr>
            <w:tcW w:w="1962" w:type="dxa"/>
            <w:vAlign w:val="center"/>
          </w:tcPr>
          <w:p w14:paraId="26BB7DBC" w14:textId="0E6CDF64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46B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01D356DD" w14:textId="25CB1514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246B0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 xml:space="preserve">ZALICZENIE  </w:t>
            </w:r>
          </w:p>
        </w:tc>
        <w:tc>
          <w:tcPr>
            <w:tcW w:w="2117" w:type="dxa"/>
          </w:tcPr>
          <w:p w14:paraId="23B80D4A" w14:textId="2B9EB368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07A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1246B0" w:rsidRPr="00B169DF" w14:paraId="73354EDE" w14:textId="77777777" w:rsidTr="00830192">
        <w:trPr>
          <w:trHeight w:val="397"/>
        </w:trPr>
        <w:tc>
          <w:tcPr>
            <w:tcW w:w="1962" w:type="dxa"/>
            <w:vAlign w:val="center"/>
          </w:tcPr>
          <w:p w14:paraId="1F655498" w14:textId="6F299C16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46B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0D6B0405" w14:textId="3FD75FA2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246B0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 xml:space="preserve">ZALICZENIE  </w:t>
            </w:r>
          </w:p>
        </w:tc>
        <w:tc>
          <w:tcPr>
            <w:tcW w:w="2117" w:type="dxa"/>
          </w:tcPr>
          <w:p w14:paraId="5D85DB27" w14:textId="201CACD2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07A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1246B0" w:rsidRPr="00B169DF" w14:paraId="25B83C7D" w14:textId="77777777" w:rsidTr="00830192">
        <w:trPr>
          <w:trHeight w:val="397"/>
        </w:trPr>
        <w:tc>
          <w:tcPr>
            <w:tcW w:w="1962" w:type="dxa"/>
            <w:vAlign w:val="center"/>
          </w:tcPr>
          <w:p w14:paraId="5F1F8379" w14:textId="356504AD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46B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  <w:vAlign w:val="center"/>
          </w:tcPr>
          <w:p w14:paraId="5703974A" w14:textId="3494F2BE" w:rsidR="001246B0" w:rsidRPr="001246B0" w:rsidRDefault="001246B0" w:rsidP="001246B0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1246B0">
              <w:rPr>
                <w:rFonts w:ascii="Corbel" w:eastAsia="Cambria" w:hAnsi="Corbel"/>
                <w:b w:val="0"/>
                <w:smallCaps w:val="0"/>
                <w:szCs w:val="24"/>
              </w:rPr>
              <w:t>ZALICZENIE, OBSERWACJA W TRAKCIE ZAJĘĆ</w:t>
            </w:r>
          </w:p>
        </w:tc>
        <w:tc>
          <w:tcPr>
            <w:tcW w:w="2117" w:type="dxa"/>
          </w:tcPr>
          <w:p w14:paraId="3FCFE606" w14:textId="402D9AD3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07A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1246B0" w:rsidRPr="00B169DF" w14:paraId="3F4B276F" w14:textId="77777777" w:rsidTr="00830192">
        <w:trPr>
          <w:trHeight w:val="397"/>
        </w:trPr>
        <w:tc>
          <w:tcPr>
            <w:tcW w:w="1962" w:type="dxa"/>
            <w:vAlign w:val="center"/>
          </w:tcPr>
          <w:p w14:paraId="27F545C1" w14:textId="00784618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46B0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  <w:vAlign w:val="center"/>
          </w:tcPr>
          <w:p w14:paraId="0781B563" w14:textId="419288C0" w:rsidR="001246B0" w:rsidRPr="001246B0" w:rsidRDefault="001246B0" w:rsidP="001246B0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1246B0">
              <w:rPr>
                <w:rFonts w:ascii="Corbel" w:eastAsia="Cambria" w:hAnsi="Corbel"/>
                <w:b w:val="0"/>
                <w:smallCaps w:val="0"/>
                <w:szCs w:val="24"/>
              </w:rPr>
              <w:t>ZALICZENIE , OBSERWACJA W TRAKCIE ZAJĘĆ</w:t>
            </w:r>
          </w:p>
        </w:tc>
        <w:tc>
          <w:tcPr>
            <w:tcW w:w="2117" w:type="dxa"/>
          </w:tcPr>
          <w:p w14:paraId="16185A41" w14:textId="0746E495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07A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1246B0" w:rsidRPr="00B169DF" w14:paraId="1E9B00E1" w14:textId="77777777" w:rsidTr="00830192">
        <w:trPr>
          <w:trHeight w:val="397"/>
        </w:trPr>
        <w:tc>
          <w:tcPr>
            <w:tcW w:w="1962" w:type="dxa"/>
            <w:vAlign w:val="center"/>
          </w:tcPr>
          <w:p w14:paraId="4134B387" w14:textId="50E60D36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46B0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  <w:vAlign w:val="center"/>
          </w:tcPr>
          <w:p w14:paraId="1DD81298" w14:textId="2000766A" w:rsidR="001246B0" w:rsidRPr="001246B0" w:rsidRDefault="001246B0" w:rsidP="001246B0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1246B0">
              <w:rPr>
                <w:rFonts w:ascii="Corbel" w:eastAsia="Cambria" w:hAnsi="Corbel"/>
                <w:b w:val="0"/>
                <w:smallCaps w:val="0"/>
                <w:szCs w:val="24"/>
              </w:rPr>
              <w:t>ZALICZENIE ,OBSERWACJA W TRAKCIE ZAJĘĆ</w:t>
            </w:r>
          </w:p>
        </w:tc>
        <w:tc>
          <w:tcPr>
            <w:tcW w:w="2117" w:type="dxa"/>
          </w:tcPr>
          <w:p w14:paraId="054E0ED0" w14:textId="50581856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07A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1246B0" w:rsidRPr="00B169DF" w14:paraId="22F24E2A" w14:textId="77777777" w:rsidTr="00830192">
        <w:trPr>
          <w:trHeight w:val="397"/>
        </w:trPr>
        <w:tc>
          <w:tcPr>
            <w:tcW w:w="1962" w:type="dxa"/>
            <w:vAlign w:val="center"/>
          </w:tcPr>
          <w:p w14:paraId="3B7D7DDF" w14:textId="4A430000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46B0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  <w:vAlign w:val="center"/>
          </w:tcPr>
          <w:p w14:paraId="5852AE73" w14:textId="1F32818D" w:rsidR="001246B0" w:rsidRPr="001246B0" w:rsidRDefault="001246B0" w:rsidP="001246B0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1246B0">
              <w:rPr>
                <w:rFonts w:ascii="Corbel" w:eastAsia="Cambria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6FB54D4" w14:textId="4E7F7F99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07A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1246B0" w:rsidRPr="00B169DF" w14:paraId="5F5B73F9" w14:textId="77777777" w:rsidTr="00830192">
        <w:trPr>
          <w:trHeight w:val="397"/>
        </w:trPr>
        <w:tc>
          <w:tcPr>
            <w:tcW w:w="1962" w:type="dxa"/>
            <w:vAlign w:val="center"/>
          </w:tcPr>
          <w:p w14:paraId="44AD728E" w14:textId="1A3555A6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46B0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  <w:vAlign w:val="center"/>
          </w:tcPr>
          <w:p w14:paraId="4D108E7F" w14:textId="6A4F6DCF" w:rsidR="001246B0" w:rsidRPr="001246B0" w:rsidRDefault="001246B0" w:rsidP="001246B0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1246B0">
              <w:rPr>
                <w:rFonts w:ascii="Corbel" w:eastAsia="Cambria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F3780F8" w14:textId="4D38C3BD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07A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1246B0" w:rsidRPr="00B169DF" w14:paraId="25ACFC3A" w14:textId="77777777" w:rsidTr="00830192">
        <w:trPr>
          <w:trHeight w:val="397"/>
        </w:trPr>
        <w:tc>
          <w:tcPr>
            <w:tcW w:w="1962" w:type="dxa"/>
            <w:vAlign w:val="center"/>
          </w:tcPr>
          <w:p w14:paraId="527CF50B" w14:textId="3B679766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46B0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  <w:vAlign w:val="center"/>
          </w:tcPr>
          <w:p w14:paraId="1ED17BD1" w14:textId="66265FB6" w:rsidR="001246B0" w:rsidRPr="001246B0" w:rsidRDefault="001246B0" w:rsidP="001246B0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1246B0">
              <w:rPr>
                <w:rFonts w:ascii="Corbel" w:eastAsia="Cambria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587CC14" w14:textId="1CB7B094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07A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1246B0" w:rsidRPr="00B169DF" w14:paraId="27B632DF" w14:textId="77777777" w:rsidTr="00830192">
        <w:trPr>
          <w:trHeight w:val="397"/>
        </w:trPr>
        <w:tc>
          <w:tcPr>
            <w:tcW w:w="1962" w:type="dxa"/>
            <w:vAlign w:val="center"/>
          </w:tcPr>
          <w:p w14:paraId="7854F231" w14:textId="490959F4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46B0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441" w:type="dxa"/>
            <w:vAlign w:val="center"/>
          </w:tcPr>
          <w:p w14:paraId="6DDC39AF" w14:textId="770BACAA" w:rsidR="001246B0" w:rsidRPr="001246B0" w:rsidRDefault="001246B0" w:rsidP="001246B0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1246B0">
              <w:rPr>
                <w:rFonts w:ascii="Corbel" w:eastAsia="Cambria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49DE064" w14:textId="203F4772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07A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1246B0" w:rsidRPr="00B169DF" w14:paraId="1B1CD092" w14:textId="77777777" w:rsidTr="00830192">
        <w:trPr>
          <w:trHeight w:val="397"/>
        </w:trPr>
        <w:tc>
          <w:tcPr>
            <w:tcW w:w="1962" w:type="dxa"/>
            <w:vAlign w:val="center"/>
          </w:tcPr>
          <w:p w14:paraId="13CA66FC" w14:textId="77A52680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46B0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441" w:type="dxa"/>
            <w:vAlign w:val="center"/>
          </w:tcPr>
          <w:p w14:paraId="56DDA072" w14:textId="728B0C8C" w:rsidR="001246B0" w:rsidRPr="001246B0" w:rsidRDefault="001246B0" w:rsidP="001246B0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1246B0">
              <w:rPr>
                <w:rFonts w:ascii="Corbel" w:eastAsia="Cambria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F611986" w14:textId="628286BB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07A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1246B0" w:rsidRPr="00B169DF" w14:paraId="7F529E5C" w14:textId="77777777" w:rsidTr="00830192">
        <w:trPr>
          <w:trHeight w:val="397"/>
        </w:trPr>
        <w:tc>
          <w:tcPr>
            <w:tcW w:w="1962" w:type="dxa"/>
            <w:vAlign w:val="center"/>
          </w:tcPr>
          <w:p w14:paraId="3B7A2EEE" w14:textId="6AB17A99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46B0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441" w:type="dxa"/>
            <w:vAlign w:val="center"/>
          </w:tcPr>
          <w:p w14:paraId="59673BA6" w14:textId="1F3B2EE9" w:rsidR="001246B0" w:rsidRPr="001246B0" w:rsidRDefault="001246B0" w:rsidP="001246B0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1246B0">
              <w:rPr>
                <w:rFonts w:ascii="Corbel" w:eastAsia="Cambria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8682B51" w14:textId="3D6669FC" w:rsidR="001246B0" w:rsidRPr="001246B0" w:rsidRDefault="001246B0" w:rsidP="001246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07A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</w:tbl>
    <w:p w14:paraId="576891AD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97AA7" w14:textId="1CFCBF9E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>4.2</w:t>
      </w:r>
      <w:r w:rsidR="001246B0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DD34C95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6FA7D30" w14:textId="77777777" w:rsidTr="00923D7D">
        <w:tc>
          <w:tcPr>
            <w:tcW w:w="9670" w:type="dxa"/>
          </w:tcPr>
          <w:p w14:paraId="573A7387" w14:textId="77777777" w:rsidR="00AD674E" w:rsidRDefault="00AD674E" w:rsidP="001246B0">
            <w:pPr>
              <w:spacing w:before="60" w:after="0" w:line="240" w:lineRule="auto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Zaliczenie </w:t>
            </w:r>
            <w:r w:rsidRPr="00094561">
              <w:rPr>
                <w:rFonts w:ascii="Corbel" w:eastAsia="Cambria" w:hAnsi="Corbel"/>
              </w:rPr>
              <w:t xml:space="preserve">odbywa się w formie </w:t>
            </w:r>
            <w:r>
              <w:rPr>
                <w:rFonts w:ascii="Corbel" w:eastAsia="Cambria" w:hAnsi="Corbel"/>
              </w:rPr>
              <w:t>testowej (2</w:t>
            </w:r>
            <w:r w:rsidRPr="000074D5">
              <w:rPr>
                <w:rFonts w:ascii="Corbel" w:eastAsia="Cambria" w:hAnsi="Corbel"/>
                <w:sz w:val="24"/>
                <w:szCs w:val="24"/>
              </w:rPr>
              <w:t>0 pytań jednokrotnego wyboru</w:t>
            </w:r>
            <w:r>
              <w:rPr>
                <w:rFonts w:ascii="Corbel" w:eastAsia="Cambria" w:hAnsi="Corbel"/>
                <w:sz w:val="24"/>
                <w:szCs w:val="24"/>
              </w:rPr>
              <w:t>)</w:t>
            </w:r>
            <w:r>
              <w:rPr>
                <w:rFonts w:ascii="Corbel" w:eastAsia="Cambria" w:hAnsi="Corbel"/>
              </w:rPr>
              <w:t xml:space="preserve"> lub na podstawie referatów z tematów zaproponowanych przez prowadzącego. </w:t>
            </w:r>
          </w:p>
          <w:p w14:paraId="786EE2B3" w14:textId="77777777" w:rsidR="00AD674E" w:rsidRPr="00094561" w:rsidRDefault="00AD674E" w:rsidP="001246B0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do 50% - niedostateczny,</w:t>
            </w:r>
          </w:p>
          <w:p w14:paraId="50FBD301" w14:textId="77777777" w:rsidR="00AD674E" w:rsidRPr="00094561" w:rsidRDefault="00AD674E" w:rsidP="001246B0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 51% - 60% - dostateczny,</w:t>
            </w:r>
          </w:p>
          <w:p w14:paraId="67DAAF71" w14:textId="77777777" w:rsidR="00AD674E" w:rsidRPr="00094561" w:rsidRDefault="00AD674E" w:rsidP="001246B0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 61% - 70% - dostateczny plus,</w:t>
            </w:r>
          </w:p>
          <w:p w14:paraId="4B897956" w14:textId="77777777" w:rsidR="00AD674E" w:rsidRPr="00094561" w:rsidRDefault="00AD674E" w:rsidP="001246B0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- 71% - 80% - dobry,</w:t>
            </w:r>
          </w:p>
          <w:p w14:paraId="7400B8AC" w14:textId="77777777" w:rsidR="00AD674E" w:rsidRPr="00094561" w:rsidRDefault="00AD674E" w:rsidP="001246B0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- 81% -  90% - dobry plus,</w:t>
            </w:r>
          </w:p>
          <w:p w14:paraId="3FA5CEC7" w14:textId="1CB946E5" w:rsidR="0085747A" w:rsidRPr="00AD674E" w:rsidRDefault="00AD674E" w:rsidP="001246B0">
            <w:pPr>
              <w:spacing w:after="6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- 91% -  100% - bardzo dobry</w:t>
            </w:r>
          </w:p>
        </w:tc>
      </w:tr>
    </w:tbl>
    <w:p w14:paraId="5418FA08" w14:textId="77777777" w:rsidR="00AD674E" w:rsidRDefault="00AD674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5CE86C9" w14:textId="77777777" w:rsidR="009F4610" w:rsidRPr="00B169DF" w:rsidRDefault="0085747A" w:rsidP="001246B0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15A8E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B169DF" w14:paraId="2C55D360" w14:textId="77777777" w:rsidTr="001246B0">
        <w:tc>
          <w:tcPr>
            <w:tcW w:w="5274" w:type="dxa"/>
            <w:vAlign w:val="center"/>
          </w:tcPr>
          <w:p w14:paraId="3CFCB41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459626A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D674E" w:rsidRPr="00B169DF" w14:paraId="67FF57F9" w14:textId="77777777" w:rsidTr="001246B0">
        <w:tc>
          <w:tcPr>
            <w:tcW w:w="5274" w:type="dxa"/>
          </w:tcPr>
          <w:p w14:paraId="739AC344" w14:textId="77777777" w:rsidR="00AD674E" w:rsidRPr="00B169DF" w:rsidRDefault="00AD67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246" w:type="dxa"/>
          </w:tcPr>
          <w:p w14:paraId="13420D27" w14:textId="71A567A5" w:rsidR="00AD674E" w:rsidRPr="00B169DF" w:rsidRDefault="00AD67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 xml:space="preserve">Wykład – </w:t>
            </w:r>
            <w:r>
              <w:rPr>
                <w:rFonts w:ascii="Corbel" w:hAnsi="Corbel"/>
                <w:sz w:val="24"/>
                <w:szCs w:val="24"/>
              </w:rPr>
              <w:t>15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D674E" w:rsidRPr="00B169DF" w14:paraId="4992C99B" w14:textId="77777777" w:rsidTr="001246B0">
        <w:tc>
          <w:tcPr>
            <w:tcW w:w="5274" w:type="dxa"/>
          </w:tcPr>
          <w:p w14:paraId="49DEDE3F" w14:textId="77777777" w:rsidR="00AD674E" w:rsidRPr="00B169DF" w:rsidRDefault="00AD67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00FB38" w14:textId="77777777" w:rsidR="00AD674E" w:rsidRPr="00B169DF" w:rsidRDefault="00AD67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71861136" w14:textId="77777777" w:rsidR="00AD674E" w:rsidRDefault="00AD674E" w:rsidP="000F663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 – 4 godz.</w:t>
            </w:r>
          </w:p>
          <w:p w14:paraId="6EB24F22" w14:textId="3F4F3097" w:rsidR="00AD674E" w:rsidRPr="00B169DF" w:rsidRDefault="00AD67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zaliczeniu  – 1 godz.</w:t>
            </w:r>
          </w:p>
        </w:tc>
      </w:tr>
      <w:tr w:rsidR="00AD674E" w:rsidRPr="00B169DF" w14:paraId="20C91050" w14:textId="77777777" w:rsidTr="001246B0">
        <w:tc>
          <w:tcPr>
            <w:tcW w:w="5274" w:type="dxa"/>
          </w:tcPr>
          <w:p w14:paraId="1F4D1BB3" w14:textId="77777777" w:rsidR="00AD674E" w:rsidRPr="00B169DF" w:rsidRDefault="00AD67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C2C5414" w14:textId="77777777" w:rsidR="00AD674E" w:rsidRPr="00B169DF" w:rsidRDefault="00AD67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5C07E0F4" w14:textId="5A005821" w:rsidR="00AD674E" w:rsidRDefault="00AD674E" w:rsidP="000F663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- </w:t>
            </w:r>
            <w:r w:rsidR="00C80E77">
              <w:rPr>
                <w:rFonts w:ascii="Corbel" w:hAnsi="Corbel"/>
                <w:sz w:val="24"/>
                <w:szCs w:val="24"/>
              </w:rPr>
              <w:t>45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7BA269FD" w14:textId="1C94261F" w:rsidR="00AD674E" w:rsidRPr="00B169DF" w:rsidRDefault="00AD67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– </w:t>
            </w:r>
            <w:r w:rsidR="00C80E77">
              <w:rPr>
                <w:rFonts w:ascii="Corbel" w:hAnsi="Corbel"/>
                <w:sz w:val="24"/>
                <w:szCs w:val="24"/>
              </w:rPr>
              <w:t>10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D674E" w:rsidRPr="00B169DF" w14:paraId="01DB9C4E" w14:textId="77777777" w:rsidTr="001246B0">
        <w:trPr>
          <w:trHeight w:val="323"/>
        </w:trPr>
        <w:tc>
          <w:tcPr>
            <w:tcW w:w="5274" w:type="dxa"/>
          </w:tcPr>
          <w:p w14:paraId="5C839B36" w14:textId="77777777" w:rsidR="00AD674E" w:rsidRPr="00B169DF" w:rsidRDefault="00AD67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3FE651C4" w14:textId="2E990D13" w:rsidR="00AD674E" w:rsidRPr="00B169DF" w:rsidRDefault="00AD67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D674E" w:rsidRPr="00B169DF" w14:paraId="2B806E76" w14:textId="77777777" w:rsidTr="001246B0">
        <w:trPr>
          <w:trHeight w:val="338"/>
        </w:trPr>
        <w:tc>
          <w:tcPr>
            <w:tcW w:w="5274" w:type="dxa"/>
          </w:tcPr>
          <w:p w14:paraId="6108167B" w14:textId="77777777" w:rsidR="00AD674E" w:rsidRPr="00B169DF" w:rsidRDefault="00AD67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0E5344BB" w14:textId="6DA526B7" w:rsidR="00AD674E" w:rsidRPr="00B169DF" w:rsidRDefault="00AD67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91A6501" w14:textId="77777777" w:rsidR="0085747A" w:rsidRPr="00B169DF" w:rsidRDefault="00923D7D" w:rsidP="001246B0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A1C3CA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E0C99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6A1877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B169DF" w14:paraId="3438DA50" w14:textId="77777777" w:rsidTr="001246B0">
        <w:trPr>
          <w:trHeight w:val="397"/>
        </w:trPr>
        <w:tc>
          <w:tcPr>
            <w:tcW w:w="3856" w:type="dxa"/>
          </w:tcPr>
          <w:p w14:paraId="5DD66DC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063ED9DE" w14:textId="62CAEF5B" w:rsidR="0085747A" w:rsidRPr="00B169DF" w:rsidRDefault="00AD67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116160EA" w14:textId="77777777" w:rsidTr="001246B0">
        <w:trPr>
          <w:trHeight w:val="397"/>
        </w:trPr>
        <w:tc>
          <w:tcPr>
            <w:tcW w:w="3856" w:type="dxa"/>
          </w:tcPr>
          <w:p w14:paraId="041BFF8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412707C1" w14:textId="1E4D6B53" w:rsidR="0085747A" w:rsidRPr="00B169DF" w:rsidRDefault="00AD67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5FCFB6C4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C32DB" w14:textId="77777777" w:rsidR="00016182" w:rsidRDefault="00016182" w:rsidP="0001618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3B87DC97" w14:textId="77777777" w:rsidR="00016182" w:rsidRDefault="00016182" w:rsidP="000161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16182" w14:paraId="4D265465" w14:textId="77777777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66F4F" w14:textId="77777777" w:rsidR="00016182" w:rsidRDefault="00016182">
            <w:pPr>
              <w:pStyle w:val="Punktygwne"/>
              <w:spacing w:before="6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B891D76" w14:textId="77777777" w:rsidR="00016182" w:rsidRDefault="00016182">
            <w:pPr>
              <w:pStyle w:val="Punktygwne"/>
              <w:spacing w:before="6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- E.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Gapska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K.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Komarnicka-Boberska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, J. Studzińska, Postępowanie nieprocesowe, Warszawa 2025</w:t>
            </w:r>
          </w:p>
          <w:p w14:paraId="063C2A10" w14:textId="77777777" w:rsidR="00016182" w:rsidRDefault="00016182">
            <w:pPr>
              <w:spacing w:after="6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- W. Siedlecki, Z Świeboda, Postępowanie nieprocesowe, Warszawa 2001</w:t>
            </w:r>
          </w:p>
        </w:tc>
      </w:tr>
      <w:tr w:rsidR="00016182" w14:paraId="2E93CBB1" w14:textId="77777777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08374" w14:textId="77777777" w:rsidR="00016182" w:rsidRDefault="00016182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73FCE09" w14:textId="77777777" w:rsidR="00016182" w:rsidRDefault="00016182">
            <w:pPr>
              <w:spacing w:before="60"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T.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Szanciło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(red.) Kodeks postępowania cywilnego. Komentarz.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Art. 459–1217. Tom II,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Legalis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2023,</w:t>
            </w:r>
          </w:p>
          <w:p w14:paraId="55D00164" w14:textId="77777777" w:rsidR="00016182" w:rsidRDefault="000161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A. Marciniak (red.) Kodeks postępowania cywilnego.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Tom III. Komentarz. Art. 425–729,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Legalis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2020,</w:t>
            </w:r>
          </w:p>
          <w:p w14:paraId="27D2362B" w14:textId="77777777" w:rsidR="00016182" w:rsidRDefault="000161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O. M. Piaskowska (red.), Kodeks postępowania cywilnego. Postępowanie nieprocesowe. Postępowanie w razie zaginięcia </w:t>
            </w:r>
            <w:r>
              <w:rPr>
                <w:rFonts w:ascii="Corbel" w:hAnsi="Corbel"/>
                <w:sz w:val="24"/>
                <w:szCs w:val="24"/>
              </w:rPr>
              <w:br/>
              <w:t>lub zniszczenia akt. Postępowanie zabezpieczające. Komentarz aktualizowany, Lex 2023,</w:t>
            </w:r>
          </w:p>
          <w:p w14:paraId="4674C51F" w14:textId="77777777" w:rsidR="00016182" w:rsidRDefault="000161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 M. Manowska (red.), Kodeks postępowania cywilnego. Komentarz aktualizowany. Tom II. Art. 478-1217, Lex 2022,</w:t>
            </w:r>
          </w:p>
          <w:p w14:paraId="08BB0444" w14:textId="77777777" w:rsidR="00016182" w:rsidRDefault="0001618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- K. Lubiński, Istota i charakter prawny działalności sądu w postępowaniu nieprocesowym, Warszawa 1985</w:t>
            </w:r>
          </w:p>
          <w:p w14:paraId="099F5B8E" w14:textId="77777777" w:rsidR="00016182" w:rsidRDefault="0001618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- K. Lubiński, Postępowanie o ubezwłasnowolnienie, Warszawa 1988</w:t>
            </w:r>
          </w:p>
          <w:p w14:paraId="41880890" w14:textId="7BCD21CF" w:rsidR="00016182" w:rsidRDefault="0001618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- F. </w:t>
            </w:r>
            <w:proofErr w:type="spellStart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Zedler</w:t>
            </w:r>
            <w:proofErr w:type="spellEnd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Postępowanie opiekuńczo-wychowawcze, Warszawa 1985</w:t>
            </w:r>
          </w:p>
          <w:p w14:paraId="1ABD5C13" w14:textId="77777777" w:rsidR="00016182" w:rsidRDefault="0001618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- A. Zieliński, Podział majątku wspólnego po ustaniu małżeńskiej wspólności majątkowej, Warszawa 1993</w:t>
            </w:r>
          </w:p>
          <w:p w14:paraId="6D81FD9F" w14:textId="77777777" w:rsidR="00016182" w:rsidRDefault="0001618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- A. Stempniak, Postępowanie o dział spadku, Warszawa 2010</w:t>
            </w:r>
          </w:p>
          <w:p w14:paraId="2EEBA9DC" w14:textId="77777777" w:rsidR="00016182" w:rsidRDefault="0001618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- A. Bartoszewicz, Postępowanie o uznanie za zmarłego i stwierdzenie zgonu, Warszawa 2007</w:t>
            </w:r>
          </w:p>
          <w:p w14:paraId="21E02262" w14:textId="77777777" w:rsidR="00016182" w:rsidRDefault="00016182">
            <w:pPr>
              <w:spacing w:after="6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- K. Markiewicz, Postępowanie w sprawach depozytowych, 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br/>
              <w:t>Warszawa 2007</w:t>
            </w:r>
          </w:p>
        </w:tc>
      </w:tr>
    </w:tbl>
    <w:p w14:paraId="76FA00B7" w14:textId="77777777" w:rsidR="00016182" w:rsidRDefault="00016182" w:rsidP="000161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FA6E41" w14:textId="77777777" w:rsidR="00016182" w:rsidRDefault="00016182" w:rsidP="000161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64A487" w14:textId="77777777" w:rsidR="00016182" w:rsidRDefault="00016182" w:rsidP="00016182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CE614AD" w14:textId="77777777" w:rsidR="00016182" w:rsidRPr="00B169DF" w:rsidRDefault="00016182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016182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590CF" w14:textId="77777777" w:rsidR="00BE5B3A" w:rsidRDefault="00BE5B3A" w:rsidP="00C16ABF">
      <w:pPr>
        <w:spacing w:after="0" w:line="240" w:lineRule="auto"/>
      </w:pPr>
      <w:r>
        <w:separator/>
      </w:r>
    </w:p>
  </w:endnote>
  <w:endnote w:type="continuationSeparator" w:id="0">
    <w:p w14:paraId="442177F6" w14:textId="77777777" w:rsidR="00BE5B3A" w:rsidRDefault="00BE5B3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9ACA2" w14:textId="77777777" w:rsidR="00BE5B3A" w:rsidRDefault="00BE5B3A" w:rsidP="00C16ABF">
      <w:pPr>
        <w:spacing w:after="0" w:line="240" w:lineRule="auto"/>
      </w:pPr>
      <w:r>
        <w:separator/>
      </w:r>
    </w:p>
  </w:footnote>
  <w:footnote w:type="continuationSeparator" w:id="0">
    <w:p w14:paraId="154BD85A" w14:textId="77777777" w:rsidR="00BE5B3A" w:rsidRDefault="00BE5B3A" w:rsidP="00C16ABF">
      <w:pPr>
        <w:spacing w:after="0" w:line="240" w:lineRule="auto"/>
      </w:pPr>
      <w:r>
        <w:continuationSeparator/>
      </w:r>
    </w:p>
  </w:footnote>
  <w:footnote w:id="1">
    <w:p w14:paraId="22519DB1" w14:textId="77777777" w:rsidR="009F67ED" w:rsidRDefault="009F67ED" w:rsidP="009F67E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9428859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6182"/>
    <w:rsid w:val="00022ECE"/>
    <w:rsid w:val="00042A51"/>
    <w:rsid w:val="00042D2E"/>
    <w:rsid w:val="00044C82"/>
    <w:rsid w:val="00046382"/>
    <w:rsid w:val="00070ED6"/>
    <w:rsid w:val="000742DC"/>
    <w:rsid w:val="00084C12"/>
    <w:rsid w:val="0009462C"/>
    <w:rsid w:val="00094B12"/>
    <w:rsid w:val="00096C46"/>
    <w:rsid w:val="000A066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6B0"/>
    <w:rsid w:val="00124BFF"/>
    <w:rsid w:val="0012560E"/>
    <w:rsid w:val="00127108"/>
    <w:rsid w:val="00134B13"/>
    <w:rsid w:val="00146BC0"/>
    <w:rsid w:val="00153C41"/>
    <w:rsid w:val="00154381"/>
    <w:rsid w:val="00157643"/>
    <w:rsid w:val="001640A7"/>
    <w:rsid w:val="00164FA7"/>
    <w:rsid w:val="00166A03"/>
    <w:rsid w:val="001718A7"/>
    <w:rsid w:val="001737CF"/>
    <w:rsid w:val="00176083"/>
    <w:rsid w:val="00177F09"/>
    <w:rsid w:val="0018530D"/>
    <w:rsid w:val="00192F37"/>
    <w:rsid w:val="001A70D2"/>
    <w:rsid w:val="001D657B"/>
    <w:rsid w:val="001D7B54"/>
    <w:rsid w:val="001E0209"/>
    <w:rsid w:val="001F2CA2"/>
    <w:rsid w:val="0021313B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5CE2"/>
    <w:rsid w:val="003151C5"/>
    <w:rsid w:val="003343CF"/>
    <w:rsid w:val="00346FE9"/>
    <w:rsid w:val="0034759A"/>
    <w:rsid w:val="003503F6"/>
    <w:rsid w:val="003530DD"/>
    <w:rsid w:val="00363F78"/>
    <w:rsid w:val="003A0A4D"/>
    <w:rsid w:val="003A0A5B"/>
    <w:rsid w:val="003A1176"/>
    <w:rsid w:val="003B00FA"/>
    <w:rsid w:val="003B28C7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029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95B8E"/>
    <w:rsid w:val="005A0855"/>
    <w:rsid w:val="005A3196"/>
    <w:rsid w:val="005A3CBF"/>
    <w:rsid w:val="005C080F"/>
    <w:rsid w:val="005C55E5"/>
    <w:rsid w:val="005C696A"/>
    <w:rsid w:val="005D2809"/>
    <w:rsid w:val="005E6E85"/>
    <w:rsid w:val="005F31D2"/>
    <w:rsid w:val="005F41B9"/>
    <w:rsid w:val="005F76A3"/>
    <w:rsid w:val="0061029B"/>
    <w:rsid w:val="00617230"/>
    <w:rsid w:val="00621CE1"/>
    <w:rsid w:val="00627FC9"/>
    <w:rsid w:val="00646286"/>
    <w:rsid w:val="00647FA8"/>
    <w:rsid w:val="00650C5F"/>
    <w:rsid w:val="00654934"/>
    <w:rsid w:val="006620D9"/>
    <w:rsid w:val="00671958"/>
    <w:rsid w:val="00675843"/>
    <w:rsid w:val="00696477"/>
    <w:rsid w:val="006C6CC9"/>
    <w:rsid w:val="006D050F"/>
    <w:rsid w:val="006D6139"/>
    <w:rsid w:val="006E2BD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2E9"/>
    <w:rsid w:val="007327BD"/>
    <w:rsid w:val="00734608"/>
    <w:rsid w:val="00745302"/>
    <w:rsid w:val="007461D6"/>
    <w:rsid w:val="00746EC8"/>
    <w:rsid w:val="00763BF1"/>
    <w:rsid w:val="00766FD4"/>
    <w:rsid w:val="0078168C"/>
    <w:rsid w:val="00781916"/>
    <w:rsid w:val="00787C2A"/>
    <w:rsid w:val="00790E27"/>
    <w:rsid w:val="007A338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59C"/>
    <w:rsid w:val="008449B3"/>
    <w:rsid w:val="008552A2"/>
    <w:rsid w:val="0085747A"/>
    <w:rsid w:val="00884922"/>
    <w:rsid w:val="00885F64"/>
    <w:rsid w:val="008917F9"/>
    <w:rsid w:val="0089700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BD7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67ED"/>
    <w:rsid w:val="00A00ECC"/>
    <w:rsid w:val="00A077A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674E"/>
    <w:rsid w:val="00AE1160"/>
    <w:rsid w:val="00AE203C"/>
    <w:rsid w:val="00AE2E74"/>
    <w:rsid w:val="00AE3FF0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5B3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E77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60CEC"/>
    <w:rsid w:val="00D71ED3"/>
    <w:rsid w:val="00D74119"/>
    <w:rsid w:val="00D8075B"/>
    <w:rsid w:val="00D8678B"/>
    <w:rsid w:val="00DA2114"/>
    <w:rsid w:val="00DB6CC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2164"/>
  <w15:docId w15:val="{B89E6354-BF61-4797-BC3F-F6AAE12F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D67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7BB57-AEE1-4EBA-8C13-FB51347A3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1515</Words>
  <Characters>9095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6</cp:revision>
  <cp:lastPrinted>2025-10-23T07:03:00Z</cp:lastPrinted>
  <dcterms:created xsi:type="dcterms:W3CDTF">2025-09-23T20:39:00Z</dcterms:created>
  <dcterms:modified xsi:type="dcterms:W3CDTF">2025-10-30T11:44:00Z</dcterms:modified>
</cp:coreProperties>
</file>